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0E2401" w14:textId="47940785" w:rsidR="007A542A" w:rsidRDefault="007A542A" w:rsidP="004C7423">
      <w:pPr>
        <w:spacing w:line="360" w:lineRule="auto"/>
        <w:rPr>
          <w:rFonts w:ascii="Arial" w:hAnsi="Arial" w:cs="Arial"/>
          <w:sz w:val="18"/>
          <w:szCs w:val="18"/>
        </w:rPr>
      </w:pPr>
    </w:p>
    <w:p w14:paraId="14F160F2" w14:textId="77777777" w:rsidR="00187827" w:rsidRDefault="00187827" w:rsidP="004C7423">
      <w:pPr>
        <w:spacing w:line="360" w:lineRule="auto"/>
        <w:rPr>
          <w:rFonts w:ascii="Arial" w:hAnsi="Arial" w:cs="Arial"/>
          <w:sz w:val="18"/>
          <w:szCs w:val="18"/>
        </w:rPr>
      </w:pPr>
    </w:p>
    <w:p w14:paraId="59424EFE" w14:textId="70700817" w:rsidR="005C6946" w:rsidRPr="004C7423" w:rsidRDefault="001679FA" w:rsidP="00187827">
      <w:pPr>
        <w:spacing w:line="36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5238D6">
        <w:rPr>
          <w:rFonts w:ascii="Arial" w:hAnsi="Arial" w:cs="Arial"/>
          <w:sz w:val="18"/>
          <w:szCs w:val="18"/>
        </w:rPr>
        <w:t>7</w:t>
      </w:r>
      <w:r>
        <w:rPr>
          <w:rFonts w:ascii="Arial" w:hAnsi="Arial" w:cs="Arial"/>
          <w:sz w:val="18"/>
          <w:szCs w:val="18"/>
        </w:rPr>
        <w:t xml:space="preserve"> do </w:t>
      </w:r>
      <w:r w:rsidR="00315FEC"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głoszenia o przetargu nieograniczonym D</w:t>
      </w:r>
      <w:r w:rsidR="00207682">
        <w:rPr>
          <w:rFonts w:ascii="Arial" w:hAnsi="Arial" w:cs="Arial"/>
          <w:sz w:val="18"/>
          <w:szCs w:val="18"/>
        </w:rPr>
        <w:t>PZMG</w:t>
      </w:r>
      <w:r>
        <w:rPr>
          <w:rFonts w:ascii="Arial" w:hAnsi="Arial" w:cs="Arial"/>
          <w:sz w:val="18"/>
          <w:szCs w:val="18"/>
        </w:rPr>
        <w:t xml:space="preserve">/1/2020 </w:t>
      </w:r>
    </w:p>
    <w:p w14:paraId="4D17EF87" w14:textId="2600F2C9" w:rsidR="004C7423" w:rsidRDefault="004C7423" w:rsidP="004C7423">
      <w:pPr>
        <w:spacing w:line="360" w:lineRule="auto"/>
        <w:ind w:right="20"/>
        <w:rPr>
          <w:rFonts w:ascii="Arial" w:hAnsi="Arial" w:cs="Arial"/>
          <w:b/>
          <w:bCs/>
          <w:sz w:val="22"/>
          <w:szCs w:val="22"/>
        </w:rPr>
      </w:pPr>
    </w:p>
    <w:p w14:paraId="3FD42E6A" w14:textId="77777777" w:rsidR="00466411" w:rsidRDefault="00466411" w:rsidP="001679FA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502B590B" w14:textId="77777777" w:rsidR="00466411" w:rsidRDefault="00466411" w:rsidP="001679FA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1817678" w14:textId="3FC09C63" w:rsidR="00466411" w:rsidRDefault="00466411" w:rsidP="001679FA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Formularz ofertowy</w:t>
      </w:r>
    </w:p>
    <w:p w14:paraId="7BED4E08" w14:textId="5B3C5236" w:rsidR="001679FA" w:rsidRDefault="001679FA" w:rsidP="001679FA">
      <w:pPr>
        <w:spacing w:line="360" w:lineRule="auto"/>
        <w:ind w:right="2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EA2459" w14:textId="77777777" w:rsidR="00466411" w:rsidRPr="00BA2EF7" w:rsidRDefault="00466411" w:rsidP="00466411">
      <w:pPr>
        <w:spacing w:line="360" w:lineRule="auto"/>
        <w:ind w:left="4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Imię i nazwisko/Nazwa oferenta:……………………………………………………………………………………</w:t>
      </w:r>
      <w:r>
        <w:rPr>
          <w:rFonts w:ascii="Arial" w:eastAsia="Arial" w:hAnsi="Arial" w:cs="Arial"/>
          <w:sz w:val="18"/>
          <w:szCs w:val="18"/>
        </w:rPr>
        <w:t>..............</w:t>
      </w:r>
    </w:p>
    <w:p w14:paraId="32815A6D" w14:textId="4B50DEE0" w:rsidR="00466411" w:rsidRPr="00BA2EF7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Adres</w:t>
      </w:r>
      <w:r>
        <w:rPr>
          <w:rFonts w:ascii="Arial" w:eastAsia="Arial" w:hAnsi="Arial" w:cs="Arial"/>
          <w:sz w:val="18"/>
          <w:szCs w:val="18"/>
        </w:rPr>
        <w:t xml:space="preserve"> </w:t>
      </w:r>
      <w:r w:rsidR="00C7191E">
        <w:rPr>
          <w:rFonts w:ascii="Arial" w:eastAsia="Arial" w:hAnsi="Arial" w:cs="Arial"/>
          <w:sz w:val="18"/>
          <w:szCs w:val="18"/>
        </w:rPr>
        <w:t>miejsca prowadzenia działalności</w:t>
      </w:r>
      <w:r w:rsidRPr="00BA2EF7">
        <w:rPr>
          <w:rFonts w:ascii="Arial" w:eastAsia="Arial" w:hAnsi="Arial" w:cs="Arial"/>
          <w:sz w:val="18"/>
          <w:szCs w:val="18"/>
        </w:rPr>
        <w:t>/siedziby…………………..…………………………………………….…………………….</w:t>
      </w:r>
      <w:r>
        <w:rPr>
          <w:rFonts w:ascii="Arial" w:eastAsia="Arial" w:hAnsi="Arial" w:cs="Arial"/>
          <w:sz w:val="18"/>
          <w:szCs w:val="18"/>
        </w:rPr>
        <w:t>...............</w:t>
      </w:r>
    </w:p>
    <w:p w14:paraId="2776D740" w14:textId="77777777" w:rsidR="00466411" w:rsidRPr="00C7191E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  <w:lang w:val="en-GB"/>
        </w:rPr>
      </w:pPr>
      <w:proofErr w:type="spellStart"/>
      <w:r w:rsidRPr="00C7191E">
        <w:rPr>
          <w:rFonts w:ascii="Arial" w:eastAsia="Arial" w:hAnsi="Arial" w:cs="Arial"/>
          <w:sz w:val="18"/>
          <w:szCs w:val="18"/>
          <w:lang w:val="en-GB"/>
        </w:rPr>
        <w:t>Numer</w:t>
      </w:r>
      <w:proofErr w:type="spellEnd"/>
      <w:r w:rsidRPr="00C7191E">
        <w:rPr>
          <w:rFonts w:ascii="Arial" w:eastAsia="Arial" w:hAnsi="Arial" w:cs="Arial"/>
          <w:sz w:val="18"/>
          <w:szCs w:val="18"/>
          <w:lang w:val="en-GB"/>
        </w:rPr>
        <w:t xml:space="preserve"> PESEL/KRS …………………………………………………………………………………………………...............</w:t>
      </w:r>
    </w:p>
    <w:p w14:paraId="152C68F3" w14:textId="0B923352" w:rsidR="00466411" w:rsidRPr="00C7191E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  <w:lang w:val="en-GB"/>
        </w:rPr>
      </w:pPr>
      <w:r w:rsidRPr="00C7191E">
        <w:rPr>
          <w:rFonts w:ascii="Arial" w:eastAsia="Arial" w:hAnsi="Arial" w:cs="Arial"/>
          <w:sz w:val="18"/>
          <w:szCs w:val="18"/>
          <w:lang w:val="en-GB"/>
        </w:rPr>
        <w:t>NIP………………………………………………………….…………………………………………….……………..............</w:t>
      </w:r>
    </w:p>
    <w:p w14:paraId="63C2FCAE" w14:textId="5EC5B871" w:rsidR="00466411" w:rsidRPr="00C7191E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  <w:lang w:val="en-GB"/>
        </w:rPr>
      </w:pPr>
      <w:proofErr w:type="spellStart"/>
      <w:r w:rsidRPr="00C7191E">
        <w:rPr>
          <w:rFonts w:ascii="Arial" w:eastAsia="Arial" w:hAnsi="Arial" w:cs="Arial"/>
          <w:sz w:val="18"/>
          <w:szCs w:val="18"/>
          <w:lang w:val="en-GB"/>
        </w:rPr>
        <w:t>Numer</w:t>
      </w:r>
      <w:proofErr w:type="spellEnd"/>
      <w:r w:rsidRPr="00C7191E">
        <w:rPr>
          <w:rFonts w:ascii="Arial" w:eastAsia="Arial" w:hAnsi="Arial" w:cs="Arial"/>
          <w:sz w:val="18"/>
          <w:szCs w:val="18"/>
          <w:lang w:val="en-GB"/>
        </w:rPr>
        <w:t xml:space="preserve"> REGON………………………………………………………………………………………………………...............</w:t>
      </w:r>
    </w:p>
    <w:p w14:paraId="4A648736" w14:textId="77777777" w:rsidR="00466411" w:rsidRPr="00BA2EF7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Nr telefonu/faksu: ……………………………………………………………………………….............................</w:t>
      </w:r>
      <w:r>
        <w:rPr>
          <w:rFonts w:ascii="Arial" w:eastAsia="Arial" w:hAnsi="Arial" w:cs="Arial"/>
          <w:sz w:val="18"/>
          <w:szCs w:val="18"/>
        </w:rPr>
        <w:t>...............</w:t>
      </w:r>
    </w:p>
    <w:p w14:paraId="0DA400F5" w14:textId="77777777" w:rsidR="00466411" w:rsidRPr="00BA2EF7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Adres email do kontaktu: …………………………………………………………...............................................</w:t>
      </w:r>
      <w:r>
        <w:rPr>
          <w:rFonts w:ascii="Arial" w:eastAsia="Arial" w:hAnsi="Arial" w:cs="Arial"/>
          <w:sz w:val="18"/>
          <w:szCs w:val="18"/>
        </w:rPr>
        <w:t>..............</w:t>
      </w:r>
    </w:p>
    <w:p w14:paraId="67C55E6A" w14:textId="77777777" w:rsidR="00466411" w:rsidRPr="00BA2EF7" w:rsidRDefault="00466411" w:rsidP="00466411">
      <w:pPr>
        <w:spacing w:line="360" w:lineRule="auto"/>
        <w:rPr>
          <w:rFonts w:ascii="Arial" w:hAnsi="Arial" w:cs="Arial"/>
          <w:sz w:val="18"/>
          <w:szCs w:val="18"/>
        </w:rPr>
      </w:pPr>
    </w:p>
    <w:p w14:paraId="39F82B41" w14:textId="6F61E6B9" w:rsidR="008C7FDE" w:rsidRDefault="00466411" w:rsidP="00466411">
      <w:pPr>
        <w:spacing w:line="360" w:lineRule="auto"/>
        <w:ind w:left="4" w:right="20"/>
        <w:jc w:val="both"/>
        <w:rPr>
          <w:rFonts w:ascii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 xml:space="preserve">Ja, niżej podpisany/a w odpowiedzi na </w:t>
      </w:r>
      <w:r w:rsidR="00315FEC">
        <w:rPr>
          <w:rFonts w:ascii="Arial" w:eastAsia="Arial" w:hAnsi="Arial" w:cs="Arial"/>
          <w:sz w:val="18"/>
          <w:szCs w:val="18"/>
        </w:rPr>
        <w:t>O</w:t>
      </w:r>
      <w:r w:rsidRPr="00BA2EF7">
        <w:rPr>
          <w:rFonts w:ascii="Arial" w:eastAsia="Arial" w:hAnsi="Arial" w:cs="Arial"/>
          <w:sz w:val="18"/>
          <w:szCs w:val="18"/>
        </w:rPr>
        <w:t xml:space="preserve">głoszenie </w:t>
      </w:r>
      <w:r>
        <w:rPr>
          <w:rFonts w:ascii="Arial" w:eastAsia="Arial" w:hAnsi="Arial" w:cs="Arial"/>
          <w:sz w:val="18"/>
          <w:szCs w:val="18"/>
        </w:rPr>
        <w:t>nr D</w:t>
      </w:r>
      <w:r w:rsidR="00207682">
        <w:rPr>
          <w:rFonts w:ascii="Arial" w:eastAsia="Arial" w:hAnsi="Arial" w:cs="Arial"/>
          <w:sz w:val="18"/>
          <w:szCs w:val="18"/>
        </w:rPr>
        <w:t>PZMG</w:t>
      </w:r>
      <w:r>
        <w:rPr>
          <w:rFonts w:ascii="Arial" w:eastAsia="Arial" w:hAnsi="Arial" w:cs="Arial"/>
          <w:sz w:val="18"/>
          <w:szCs w:val="18"/>
        </w:rPr>
        <w:t xml:space="preserve">/1/2020 </w:t>
      </w:r>
      <w:r w:rsidRPr="00BA2EF7">
        <w:rPr>
          <w:rFonts w:ascii="Arial" w:eastAsia="Arial" w:hAnsi="Arial" w:cs="Arial"/>
          <w:sz w:val="18"/>
          <w:szCs w:val="18"/>
        </w:rPr>
        <w:t xml:space="preserve">o przetargu nieograniczonym, którego przedmiotem jest sprzedaż </w:t>
      </w:r>
      <w:r>
        <w:rPr>
          <w:rFonts w:ascii="Arial" w:eastAsia="Arial" w:hAnsi="Arial" w:cs="Arial"/>
          <w:sz w:val="18"/>
          <w:szCs w:val="18"/>
        </w:rPr>
        <w:t>pozaklasowych rur wiertniczych oraz obcią</w:t>
      </w:r>
      <w:r w:rsidR="005A206C">
        <w:rPr>
          <w:rFonts w:ascii="Arial" w:eastAsia="Arial" w:hAnsi="Arial" w:cs="Arial"/>
          <w:sz w:val="18"/>
          <w:szCs w:val="18"/>
        </w:rPr>
        <w:t>ż</w:t>
      </w:r>
      <w:r>
        <w:rPr>
          <w:rFonts w:ascii="Arial" w:eastAsia="Arial" w:hAnsi="Arial" w:cs="Arial"/>
          <w:sz w:val="18"/>
          <w:szCs w:val="18"/>
        </w:rPr>
        <w:t>ników</w:t>
      </w:r>
      <w:r w:rsidRPr="00BA2EF7">
        <w:rPr>
          <w:rFonts w:ascii="Arial" w:eastAsia="Arial" w:hAnsi="Arial" w:cs="Arial"/>
          <w:sz w:val="18"/>
          <w:szCs w:val="18"/>
        </w:rPr>
        <w:t xml:space="preserve"> przez Exalo Drilling S.A. w Pile,</w:t>
      </w:r>
      <w:r w:rsidR="00315FEC">
        <w:rPr>
          <w:rFonts w:ascii="Arial" w:eastAsia="Arial" w:hAnsi="Arial" w:cs="Arial"/>
          <w:sz w:val="18"/>
          <w:szCs w:val="18"/>
        </w:rPr>
        <w:br/>
      </w:r>
      <w:r w:rsidRPr="00BA2EF7">
        <w:rPr>
          <w:rFonts w:ascii="Arial" w:eastAsia="Arial" w:hAnsi="Arial" w:cs="Arial"/>
          <w:sz w:val="18"/>
          <w:szCs w:val="18"/>
        </w:rPr>
        <w:t xml:space="preserve">Plac Staszica 9, o parametrach określonych w </w:t>
      </w:r>
      <w:r w:rsidR="00315FEC">
        <w:rPr>
          <w:rFonts w:ascii="Arial" w:eastAsia="Arial" w:hAnsi="Arial" w:cs="Arial"/>
          <w:sz w:val="18"/>
          <w:szCs w:val="18"/>
        </w:rPr>
        <w:t>Z</w:t>
      </w:r>
      <w:r w:rsidRPr="00BA2EF7">
        <w:rPr>
          <w:rFonts w:ascii="Arial" w:eastAsia="Arial" w:hAnsi="Arial" w:cs="Arial"/>
          <w:sz w:val="18"/>
          <w:szCs w:val="18"/>
        </w:rPr>
        <w:t xml:space="preserve">ałączniku nr 1 </w:t>
      </w:r>
      <w:r w:rsidR="00315FEC">
        <w:rPr>
          <w:rFonts w:ascii="Arial" w:eastAsia="Arial" w:hAnsi="Arial" w:cs="Arial"/>
          <w:sz w:val="18"/>
          <w:szCs w:val="18"/>
        </w:rPr>
        <w:t>O</w:t>
      </w:r>
      <w:r w:rsidRPr="00BA2EF7">
        <w:rPr>
          <w:rFonts w:ascii="Arial" w:eastAsia="Arial" w:hAnsi="Arial" w:cs="Arial"/>
          <w:sz w:val="18"/>
          <w:szCs w:val="18"/>
        </w:rPr>
        <w:t>głoszenia, składam ofertę na zakup:</w:t>
      </w:r>
    </w:p>
    <w:p w14:paraId="5ED6E9BE" w14:textId="75D2098B" w:rsidR="00D62903" w:rsidRDefault="00D62903" w:rsidP="000B308D">
      <w:pPr>
        <w:spacing w:line="360" w:lineRule="auto"/>
        <w:ind w:left="284" w:hanging="258"/>
        <w:rPr>
          <w:rFonts w:ascii="Arial" w:hAnsi="Arial" w:cs="Arial"/>
          <w:sz w:val="18"/>
          <w:szCs w:val="18"/>
        </w:rPr>
      </w:pPr>
    </w:p>
    <w:p w14:paraId="24B84EE8" w14:textId="0D0731CB" w:rsidR="00671B09" w:rsidRDefault="00671B09" w:rsidP="00466411">
      <w:pPr>
        <w:spacing w:line="360" w:lineRule="auto"/>
        <w:ind w:left="284" w:hanging="258"/>
        <w:rPr>
          <w:noProof/>
        </w:rPr>
      </w:pPr>
    </w:p>
    <w:tbl>
      <w:tblPr>
        <w:tblW w:w="8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0"/>
        <w:gridCol w:w="3752"/>
        <w:gridCol w:w="540"/>
        <w:gridCol w:w="2007"/>
        <w:gridCol w:w="1128"/>
        <w:gridCol w:w="993"/>
      </w:tblGrid>
      <w:tr w:rsidR="00671B09" w:rsidRPr="00671B09" w14:paraId="13AEA07A" w14:textId="77777777" w:rsidTr="00671B09">
        <w:trPr>
          <w:trHeight w:val="756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7DD6B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6221F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 xml:space="preserve">Nazwa 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7C757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Ilość (t)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4AC4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Miejsce magazynowania/odbioru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C2C34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Deklarowana ilość (t)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8890E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l-PL"/>
              </w:rPr>
              <w:t>Cena              (PLN)</w:t>
            </w:r>
          </w:p>
        </w:tc>
      </w:tr>
      <w:tr w:rsidR="00671B09" w:rsidRPr="00671B09" w14:paraId="59FF3631" w14:textId="77777777" w:rsidTr="00671B09">
        <w:trPr>
          <w:trHeight w:val="561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F1941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88E2E" w14:textId="251DF8FE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Rury </w:t>
            </w:r>
            <w:r w:rsidR="00A5748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płuczkowe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pozaklasowe   5" DP - 369 szt.     Załącznik nr 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3640F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27C20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Al. Powstańców Wlkp. 167 64-920 Piła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0A7F4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7E453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  <w:t> </w:t>
            </w:r>
          </w:p>
        </w:tc>
      </w:tr>
      <w:tr w:rsidR="00671B09" w:rsidRPr="00671B09" w14:paraId="4E0FB3B6" w14:textId="77777777" w:rsidTr="00671B09">
        <w:trPr>
          <w:trHeight w:val="549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EE153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6F9BA" w14:textId="4F3980C3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Rury </w:t>
            </w:r>
            <w:r w:rsidR="00A5748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płuczkowe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pozaklasowe 3 1/2" DP  - 929 szt.      Załącznik nr 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746D7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185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559A8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Al. Powstańców Wlkp. 167 64-920 Piła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D5AAC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4DC1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  <w:t> </w:t>
            </w:r>
          </w:p>
        </w:tc>
      </w:tr>
      <w:tr w:rsidR="00671B09" w:rsidRPr="00671B09" w14:paraId="2FF8D0F5" w14:textId="77777777" w:rsidTr="00671B09">
        <w:trPr>
          <w:trHeight w:val="729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3BB6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592DA" w14:textId="5FB844E8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Rury </w:t>
            </w:r>
            <w:r w:rsidR="00A5748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płuczkowe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pozaklasowe 5” DP - 50 szt.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5 ½” DP - 2 szt.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Załącznik nr 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F97F4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52E8E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Al. Powstańców Wlkp. 167 64-920 Piła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17B8EF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E56E8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  <w:t> </w:t>
            </w:r>
          </w:p>
        </w:tc>
      </w:tr>
      <w:tr w:rsidR="00671B09" w:rsidRPr="00671B09" w14:paraId="6BA82767" w14:textId="77777777" w:rsidTr="00671B09">
        <w:trPr>
          <w:trHeight w:val="729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51633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4.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1A281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Obciążniki spiralne pozaklasowe  DC 9 1/2" - 3 szt.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DC 8" - 7szt.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Załącznik nr 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411FF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2308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Libusza Kolonia 21/6                              38-306 Libusza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390A4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0E041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  <w:t> </w:t>
            </w:r>
          </w:p>
        </w:tc>
      </w:tr>
      <w:tr w:rsidR="00671B09" w:rsidRPr="00671B09" w14:paraId="4358382D" w14:textId="77777777" w:rsidTr="00671B09">
        <w:trPr>
          <w:trHeight w:val="711"/>
        </w:trPr>
        <w:tc>
          <w:tcPr>
            <w:tcW w:w="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C9C1F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5.</w:t>
            </w:r>
          </w:p>
        </w:tc>
        <w:tc>
          <w:tcPr>
            <w:tcW w:w="3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14EB" w14:textId="4DFF4D95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Rury </w:t>
            </w:r>
            <w:r w:rsidR="00A57482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płuczkowe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 xml:space="preserve"> pozaklasowe HWDP 5" - 5 szt.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 xml:space="preserve">HWDP 3 1/2" - 1szt. DP 5" - 110 szt.  </w:t>
            </w: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br/>
              <w:t>Załącznik nr 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757C66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226CE" w14:textId="77777777" w:rsidR="00671B09" w:rsidRPr="00671B09" w:rsidRDefault="00671B09" w:rsidP="00671B09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Libusza Kolonia 21/6                              38-306 Libusza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66D5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0C37D" w14:textId="77777777" w:rsidR="00671B09" w:rsidRPr="00671B09" w:rsidRDefault="00671B09" w:rsidP="00671B09">
            <w:pPr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</w:pPr>
            <w:r w:rsidRPr="00671B09">
              <w:rPr>
                <w:rFonts w:ascii="Arial" w:eastAsia="Times New Roman" w:hAnsi="Arial" w:cs="Arial"/>
                <w:color w:val="404040"/>
                <w:sz w:val="16"/>
                <w:szCs w:val="16"/>
                <w:lang w:eastAsia="pl-PL"/>
              </w:rPr>
              <w:t> </w:t>
            </w:r>
          </w:p>
        </w:tc>
      </w:tr>
    </w:tbl>
    <w:p w14:paraId="7CB8ADA4" w14:textId="23C790B3" w:rsidR="00466411" w:rsidRDefault="00466411" w:rsidP="00466411">
      <w:pPr>
        <w:spacing w:line="360" w:lineRule="auto"/>
        <w:ind w:left="284" w:hanging="258"/>
        <w:rPr>
          <w:rFonts w:ascii="Arial" w:hAnsi="Arial" w:cs="Arial"/>
          <w:sz w:val="18"/>
          <w:szCs w:val="18"/>
        </w:rPr>
      </w:pPr>
    </w:p>
    <w:p w14:paraId="633987F4" w14:textId="31218717" w:rsidR="00466411" w:rsidRDefault="00466411" w:rsidP="000B308D">
      <w:pPr>
        <w:spacing w:line="360" w:lineRule="auto"/>
        <w:ind w:left="284" w:hanging="258"/>
        <w:rPr>
          <w:rFonts w:ascii="Arial" w:hAnsi="Arial" w:cs="Arial"/>
          <w:sz w:val="18"/>
          <w:szCs w:val="18"/>
        </w:rPr>
      </w:pPr>
    </w:p>
    <w:p w14:paraId="0CD3826E" w14:textId="77777777" w:rsidR="00466411" w:rsidRPr="00BA2EF7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Oświadczam że:</w:t>
      </w:r>
    </w:p>
    <w:p w14:paraId="293F6145" w14:textId="13D92CD0" w:rsidR="00466411" w:rsidRPr="00BA2EF7" w:rsidRDefault="00466411" w:rsidP="00466411">
      <w:pPr>
        <w:numPr>
          <w:ilvl w:val="0"/>
          <w:numId w:val="9"/>
        </w:numPr>
        <w:tabs>
          <w:tab w:val="left" w:pos="364"/>
        </w:tabs>
        <w:spacing w:line="360" w:lineRule="auto"/>
        <w:ind w:left="364" w:right="20" w:hanging="364"/>
        <w:jc w:val="both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Zapoznałem/</w:t>
      </w:r>
      <w:proofErr w:type="spellStart"/>
      <w:r w:rsidRPr="00BA2EF7">
        <w:rPr>
          <w:rFonts w:ascii="Arial" w:eastAsia="Arial" w:hAnsi="Arial" w:cs="Arial"/>
          <w:sz w:val="18"/>
          <w:szCs w:val="18"/>
        </w:rPr>
        <w:t>am</w:t>
      </w:r>
      <w:proofErr w:type="spellEnd"/>
      <w:r w:rsidRPr="00BA2EF7">
        <w:rPr>
          <w:rFonts w:ascii="Arial" w:eastAsia="Arial" w:hAnsi="Arial" w:cs="Arial"/>
          <w:sz w:val="18"/>
          <w:szCs w:val="18"/>
        </w:rPr>
        <w:t xml:space="preserve"> się z warunkami przystąpienia do przetargu i z projektem umowy sprzedaży, nie wnoszę do nich żadnych zastrzeżeń oraz uzyskałem</w:t>
      </w:r>
      <w:r w:rsidR="00C7191E">
        <w:rPr>
          <w:rFonts w:ascii="Arial" w:eastAsia="Arial" w:hAnsi="Arial" w:cs="Arial"/>
          <w:sz w:val="18"/>
          <w:szCs w:val="18"/>
        </w:rPr>
        <w:t>/łam</w:t>
      </w:r>
      <w:r w:rsidRPr="00BA2EF7">
        <w:rPr>
          <w:rFonts w:ascii="Arial" w:eastAsia="Arial" w:hAnsi="Arial" w:cs="Arial"/>
          <w:sz w:val="18"/>
          <w:szCs w:val="18"/>
        </w:rPr>
        <w:t xml:space="preserve"> niezbędne informacje potrzebne do przygotowania oferty.</w:t>
      </w:r>
    </w:p>
    <w:p w14:paraId="7F836D74" w14:textId="77777777" w:rsidR="00466411" w:rsidRPr="00A567FB" w:rsidRDefault="00466411" w:rsidP="00466411">
      <w:pPr>
        <w:numPr>
          <w:ilvl w:val="0"/>
          <w:numId w:val="9"/>
        </w:numPr>
        <w:tabs>
          <w:tab w:val="left" w:pos="364"/>
        </w:tabs>
        <w:spacing w:line="360" w:lineRule="auto"/>
        <w:ind w:left="364" w:hanging="364"/>
        <w:jc w:val="both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lastRenderedPageBreak/>
        <w:t>Zapoznałem/</w:t>
      </w:r>
      <w:proofErr w:type="spellStart"/>
      <w:r w:rsidRPr="00BA2EF7">
        <w:rPr>
          <w:rFonts w:ascii="Arial" w:eastAsia="Arial" w:hAnsi="Arial" w:cs="Arial"/>
          <w:sz w:val="18"/>
          <w:szCs w:val="18"/>
        </w:rPr>
        <w:t>am</w:t>
      </w:r>
      <w:proofErr w:type="spellEnd"/>
      <w:r w:rsidRPr="00BA2EF7">
        <w:rPr>
          <w:rFonts w:ascii="Arial" w:eastAsia="Arial" w:hAnsi="Arial" w:cs="Arial"/>
          <w:sz w:val="18"/>
          <w:szCs w:val="18"/>
        </w:rPr>
        <w:t xml:space="preserve">  się  ze  stanem  technicznym</w:t>
      </w:r>
      <w:r w:rsidRPr="00A567FB">
        <w:rPr>
          <w:rFonts w:ascii="Arial" w:eastAsia="Arial" w:hAnsi="Arial" w:cs="Arial"/>
          <w:sz w:val="18"/>
          <w:szCs w:val="18"/>
        </w:rPr>
        <w:t xml:space="preserve"> przedmiot</w:t>
      </w:r>
      <w:r>
        <w:rPr>
          <w:rFonts w:ascii="Arial" w:eastAsia="Arial" w:hAnsi="Arial" w:cs="Arial"/>
          <w:sz w:val="18"/>
          <w:szCs w:val="18"/>
        </w:rPr>
        <w:t>u</w:t>
      </w:r>
      <w:r w:rsidRPr="00A567FB">
        <w:rPr>
          <w:rFonts w:ascii="Arial" w:eastAsia="Arial" w:hAnsi="Arial" w:cs="Arial"/>
          <w:sz w:val="18"/>
          <w:szCs w:val="18"/>
        </w:rPr>
        <w:t xml:space="preserve"> sprzedaży i nie wnoszę z tego tytułu żadnych uwag i zastrzeżeń.</w:t>
      </w:r>
    </w:p>
    <w:p w14:paraId="700AEFBA" w14:textId="77777777" w:rsidR="00466411" w:rsidRPr="00A567FB" w:rsidRDefault="00466411" w:rsidP="00466411">
      <w:pPr>
        <w:numPr>
          <w:ilvl w:val="0"/>
          <w:numId w:val="9"/>
        </w:numPr>
        <w:tabs>
          <w:tab w:val="left" w:pos="364"/>
        </w:tabs>
        <w:spacing w:line="360" w:lineRule="auto"/>
        <w:ind w:left="364" w:right="20" w:hanging="364"/>
        <w:jc w:val="both"/>
        <w:rPr>
          <w:rFonts w:ascii="Arial" w:eastAsia="Arial" w:hAnsi="Arial" w:cs="Arial"/>
          <w:sz w:val="18"/>
          <w:szCs w:val="18"/>
        </w:rPr>
      </w:pPr>
      <w:r w:rsidRPr="00A567FB">
        <w:rPr>
          <w:rFonts w:ascii="Arial" w:eastAsia="Arial" w:hAnsi="Arial" w:cs="Arial"/>
          <w:sz w:val="18"/>
          <w:szCs w:val="18"/>
        </w:rPr>
        <w:t>Ponoszę odpowiedzialność za skutki wynikające z rezygnacji z oględzin przedmiotu sprzedaży (dotyczy Oferentów, którzy nie dokonali oględzin).</w:t>
      </w:r>
    </w:p>
    <w:p w14:paraId="6E9BA4AF" w14:textId="7C6C2AD3" w:rsidR="00466411" w:rsidRPr="00BA2EF7" w:rsidRDefault="00466411" w:rsidP="00466411">
      <w:pPr>
        <w:numPr>
          <w:ilvl w:val="0"/>
          <w:numId w:val="9"/>
        </w:numPr>
        <w:tabs>
          <w:tab w:val="left" w:pos="364"/>
        </w:tabs>
        <w:spacing w:line="360" w:lineRule="auto"/>
        <w:ind w:left="364" w:hanging="364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Jeste</w:t>
      </w:r>
      <w:r>
        <w:rPr>
          <w:rFonts w:ascii="Arial" w:eastAsia="Arial" w:hAnsi="Arial" w:cs="Arial"/>
          <w:sz w:val="18"/>
          <w:szCs w:val="18"/>
        </w:rPr>
        <w:t>m</w:t>
      </w:r>
      <w:r w:rsidRPr="00BA2EF7">
        <w:rPr>
          <w:rFonts w:ascii="Arial" w:eastAsia="Arial" w:hAnsi="Arial" w:cs="Arial"/>
          <w:sz w:val="18"/>
          <w:szCs w:val="18"/>
        </w:rPr>
        <w:t xml:space="preserve"> związana/y niniejszą ofertą przez okres </w:t>
      </w:r>
      <w:r w:rsidR="00850065">
        <w:rPr>
          <w:rFonts w:ascii="Arial" w:eastAsia="Arial" w:hAnsi="Arial" w:cs="Arial"/>
          <w:sz w:val="18"/>
          <w:szCs w:val="18"/>
        </w:rPr>
        <w:t>6</w:t>
      </w:r>
      <w:r w:rsidRPr="00BA2EF7">
        <w:rPr>
          <w:rFonts w:ascii="Arial" w:eastAsia="Arial" w:hAnsi="Arial" w:cs="Arial"/>
          <w:sz w:val="18"/>
          <w:szCs w:val="18"/>
        </w:rPr>
        <w:t>0 dni licząc od daty otwarcia ofert.</w:t>
      </w:r>
    </w:p>
    <w:p w14:paraId="4231E378" w14:textId="77777777" w:rsidR="00466411" w:rsidRPr="00BA2EF7" w:rsidRDefault="00466411" w:rsidP="00466411">
      <w:pPr>
        <w:numPr>
          <w:ilvl w:val="0"/>
          <w:numId w:val="9"/>
        </w:numPr>
        <w:tabs>
          <w:tab w:val="left" w:pos="364"/>
        </w:tabs>
        <w:spacing w:line="360" w:lineRule="auto"/>
        <w:ind w:left="364" w:right="20" w:hanging="364"/>
        <w:jc w:val="both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 xml:space="preserve">W przypadku wyboru mojej oferty zobowiązuję się do zawarcia umowy </w:t>
      </w:r>
      <w:r>
        <w:rPr>
          <w:rFonts w:ascii="Arial" w:eastAsia="Arial" w:hAnsi="Arial" w:cs="Arial"/>
          <w:sz w:val="18"/>
          <w:szCs w:val="18"/>
        </w:rPr>
        <w:t xml:space="preserve">sprzedaży </w:t>
      </w:r>
      <w:r w:rsidRPr="00BA2EF7">
        <w:rPr>
          <w:rFonts w:ascii="Arial" w:eastAsia="Arial" w:hAnsi="Arial" w:cs="Arial"/>
          <w:sz w:val="18"/>
          <w:szCs w:val="18"/>
        </w:rPr>
        <w:t>w miejscu i terminie wyznaczonym przez Exalo Drilling S.A.</w:t>
      </w:r>
    </w:p>
    <w:p w14:paraId="6E4842F6" w14:textId="5E48EFCA" w:rsidR="00466411" w:rsidRDefault="00466411" w:rsidP="00466411">
      <w:pPr>
        <w:numPr>
          <w:ilvl w:val="0"/>
          <w:numId w:val="9"/>
        </w:numPr>
        <w:tabs>
          <w:tab w:val="left" w:pos="364"/>
        </w:tabs>
        <w:spacing w:line="360" w:lineRule="auto"/>
        <w:ind w:left="364" w:right="20" w:hanging="364"/>
        <w:jc w:val="both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Zobowiązuję się do</w:t>
      </w:r>
      <w:r>
        <w:rPr>
          <w:rFonts w:ascii="Arial" w:eastAsia="Arial" w:hAnsi="Arial" w:cs="Arial"/>
          <w:sz w:val="18"/>
          <w:szCs w:val="18"/>
        </w:rPr>
        <w:t xml:space="preserve"> za</w:t>
      </w:r>
      <w:r w:rsidRPr="00BA2EF7">
        <w:rPr>
          <w:rFonts w:ascii="Arial" w:eastAsia="Arial" w:hAnsi="Arial" w:cs="Arial"/>
          <w:sz w:val="18"/>
          <w:szCs w:val="18"/>
        </w:rPr>
        <w:t xml:space="preserve">płaty oferowanej kwoty za przedmiot sprzedaży na rachunek bankowy </w:t>
      </w:r>
      <w:r>
        <w:rPr>
          <w:rFonts w:ascii="Arial" w:eastAsia="Arial" w:hAnsi="Arial" w:cs="Arial"/>
          <w:sz w:val="18"/>
          <w:szCs w:val="18"/>
        </w:rPr>
        <w:br/>
        <w:t xml:space="preserve">Exalo </w:t>
      </w:r>
      <w:r w:rsidRPr="00BA2EF7">
        <w:rPr>
          <w:rFonts w:ascii="Arial" w:eastAsia="Arial" w:hAnsi="Arial" w:cs="Arial"/>
          <w:sz w:val="18"/>
          <w:szCs w:val="18"/>
        </w:rPr>
        <w:t>Drilling S.A. w Pile</w:t>
      </w:r>
      <w:r>
        <w:rPr>
          <w:rFonts w:ascii="Arial" w:eastAsia="Arial" w:hAnsi="Arial" w:cs="Arial"/>
          <w:sz w:val="18"/>
          <w:szCs w:val="18"/>
        </w:rPr>
        <w:t>, zgodnie z terminem określonym w umowie sprzedaży</w:t>
      </w:r>
      <w:r w:rsidRPr="00BA2EF7">
        <w:rPr>
          <w:rFonts w:ascii="Arial" w:eastAsia="Arial" w:hAnsi="Arial" w:cs="Arial"/>
          <w:sz w:val="18"/>
          <w:szCs w:val="18"/>
        </w:rPr>
        <w:t>. Za dzień zapłaty uznaje się datę uznania rachunku Sprzedającego.</w:t>
      </w:r>
    </w:p>
    <w:p w14:paraId="2F240EB2" w14:textId="43AA57A0" w:rsidR="00466411" w:rsidRDefault="00466411" w:rsidP="00466411">
      <w:pPr>
        <w:tabs>
          <w:tab w:val="left" w:pos="364"/>
        </w:tabs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</w:p>
    <w:p w14:paraId="78F0679E" w14:textId="39C41814" w:rsidR="00466411" w:rsidRDefault="00466411" w:rsidP="00466411">
      <w:pPr>
        <w:tabs>
          <w:tab w:val="left" w:pos="364"/>
        </w:tabs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</w:p>
    <w:p w14:paraId="1211D531" w14:textId="67838CA8" w:rsidR="00466411" w:rsidRPr="00BA2EF7" w:rsidRDefault="00466411" w:rsidP="00466411">
      <w:pPr>
        <w:spacing w:line="360" w:lineRule="auto"/>
        <w:ind w:left="4"/>
        <w:rPr>
          <w:rFonts w:ascii="Arial" w:hAnsi="Arial" w:cs="Arial"/>
          <w:sz w:val="18"/>
          <w:szCs w:val="18"/>
        </w:rPr>
      </w:pPr>
      <w:bookmarkStart w:id="0" w:name="_Hlk49173011"/>
      <w:r w:rsidRPr="00BA2EF7">
        <w:rPr>
          <w:rFonts w:ascii="Arial" w:eastAsia="Arial" w:hAnsi="Arial" w:cs="Arial"/>
          <w:sz w:val="18"/>
          <w:szCs w:val="18"/>
        </w:rPr>
        <w:t>Oświadczam również, że jestem świadomy</w:t>
      </w:r>
      <w:r w:rsidR="00C7191E">
        <w:rPr>
          <w:rFonts w:ascii="Arial" w:eastAsia="Arial" w:hAnsi="Arial" w:cs="Arial"/>
          <w:sz w:val="18"/>
          <w:szCs w:val="18"/>
        </w:rPr>
        <w:t>/ma</w:t>
      </w:r>
      <w:r w:rsidRPr="00BA2EF7">
        <w:rPr>
          <w:rFonts w:ascii="Arial" w:eastAsia="Arial" w:hAnsi="Arial" w:cs="Arial"/>
          <w:sz w:val="18"/>
          <w:szCs w:val="18"/>
        </w:rPr>
        <w:t>, iż moja oferta zostanie odrzucona jeżeli:</w:t>
      </w:r>
    </w:p>
    <w:bookmarkEnd w:id="0"/>
    <w:p w14:paraId="401FE4B1" w14:textId="424FD42B" w:rsidR="00466411" w:rsidRPr="00BA2EF7" w:rsidRDefault="00466411" w:rsidP="00466411">
      <w:pPr>
        <w:numPr>
          <w:ilvl w:val="0"/>
          <w:numId w:val="10"/>
        </w:numPr>
        <w:tabs>
          <w:tab w:val="left" w:pos="424"/>
        </w:tabs>
        <w:spacing w:line="360" w:lineRule="auto"/>
        <w:ind w:left="424" w:hanging="424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Została złożona po wyznaczonym terminie lub/i w niewłaściwym miejscu</w:t>
      </w:r>
      <w:r w:rsidR="00315FEC">
        <w:rPr>
          <w:rFonts w:ascii="Arial" w:eastAsia="Arial" w:hAnsi="Arial" w:cs="Arial"/>
          <w:sz w:val="18"/>
          <w:szCs w:val="18"/>
        </w:rPr>
        <w:t>.</w:t>
      </w:r>
    </w:p>
    <w:p w14:paraId="2295308C" w14:textId="384D17F9" w:rsidR="00466411" w:rsidRDefault="00466411" w:rsidP="00466411">
      <w:pPr>
        <w:numPr>
          <w:ilvl w:val="0"/>
          <w:numId w:val="10"/>
        </w:numPr>
        <w:tabs>
          <w:tab w:val="left" w:pos="424"/>
        </w:tabs>
        <w:spacing w:line="360" w:lineRule="auto"/>
        <w:ind w:left="424" w:right="20" w:hanging="424"/>
        <w:rPr>
          <w:rFonts w:ascii="Arial" w:eastAsia="Arial" w:hAnsi="Arial" w:cs="Arial"/>
          <w:sz w:val="18"/>
          <w:szCs w:val="18"/>
        </w:rPr>
      </w:pPr>
      <w:r w:rsidRPr="00BA2EF7">
        <w:rPr>
          <w:rFonts w:ascii="Arial" w:eastAsia="Arial" w:hAnsi="Arial" w:cs="Arial"/>
          <w:sz w:val="18"/>
          <w:szCs w:val="18"/>
        </w:rPr>
        <w:t>Nie zawiera danych, o których mowa w ogłoszeniu lub dane te są niekompletne, nieczytelne lub budzą inną wątpliwość, zaś złożenie wyjaśnień mogłoby prowadzić do uznania jej za nową ofertę</w:t>
      </w:r>
      <w:r>
        <w:rPr>
          <w:rFonts w:ascii="Arial" w:eastAsia="Arial" w:hAnsi="Arial" w:cs="Arial"/>
          <w:sz w:val="18"/>
          <w:szCs w:val="18"/>
        </w:rPr>
        <w:t>.</w:t>
      </w:r>
    </w:p>
    <w:p w14:paraId="009D774A" w14:textId="1FA02489" w:rsidR="00F30E49" w:rsidRPr="00207682" w:rsidRDefault="00F30E49" w:rsidP="00466411">
      <w:pPr>
        <w:numPr>
          <w:ilvl w:val="0"/>
          <w:numId w:val="10"/>
        </w:numPr>
        <w:tabs>
          <w:tab w:val="left" w:pos="424"/>
        </w:tabs>
        <w:spacing w:line="360" w:lineRule="auto"/>
        <w:ind w:left="424" w:right="20" w:hanging="424"/>
        <w:rPr>
          <w:rFonts w:ascii="Arial" w:eastAsia="Arial" w:hAnsi="Arial" w:cs="Arial"/>
          <w:sz w:val="18"/>
          <w:szCs w:val="18"/>
        </w:rPr>
      </w:pPr>
      <w:r w:rsidRPr="00207682">
        <w:rPr>
          <w:rFonts w:ascii="Arial" w:eastAsia="Arial" w:hAnsi="Arial" w:cs="Arial"/>
          <w:sz w:val="18"/>
          <w:szCs w:val="18"/>
        </w:rPr>
        <w:t>Nie uiściłem/łam w terminie wadium.</w:t>
      </w:r>
    </w:p>
    <w:p w14:paraId="32DC7E86" w14:textId="5EBB5DB2" w:rsidR="00466411" w:rsidRDefault="00466411" w:rsidP="00466411">
      <w:pPr>
        <w:tabs>
          <w:tab w:val="left" w:pos="364"/>
        </w:tabs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</w:p>
    <w:p w14:paraId="550662AF" w14:textId="7104B86D" w:rsidR="00466411" w:rsidRDefault="00466411" w:rsidP="00466411">
      <w:pPr>
        <w:tabs>
          <w:tab w:val="left" w:pos="364"/>
        </w:tabs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</w:p>
    <w:p w14:paraId="5D241A2B" w14:textId="4D0CC51A" w:rsidR="00466411" w:rsidRDefault="00466411" w:rsidP="00466411">
      <w:pPr>
        <w:tabs>
          <w:tab w:val="left" w:pos="364"/>
        </w:tabs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</w:p>
    <w:p w14:paraId="7DF25C58" w14:textId="77777777" w:rsidR="00466411" w:rsidRDefault="00466411" w:rsidP="00466411">
      <w:pPr>
        <w:tabs>
          <w:tab w:val="left" w:pos="364"/>
        </w:tabs>
        <w:spacing w:line="360" w:lineRule="auto"/>
        <w:ind w:right="20"/>
        <w:jc w:val="both"/>
        <w:rPr>
          <w:rFonts w:ascii="Arial" w:eastAsia="Arial" w:hAnsi="Arial" w:cs="Arial"/>
          <w:sz w:val="18"/>
          <w:szCs w:val="18"/>
        </w:rPr>
      </w:pPr>
    </w:p>
    <w:p w14:paraId="4C5491C4" w14:textId="3ECBCEDE" w:rsidR="00466411" w:rsidRDefault="00466411" w:rsidP="00466411">
      <w:pPr>
        <w:tabs>
          <w:tab w:val="left" w:pos="364"/>
        </w:tabs>
        <w:spacing w:line="360" w:lineRule="auto"/>
        <w:ind w:right="20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...................................................................., dnia...............................................</w:t>
      </w:r>
    </w:p>
    <w:p w14:paraId="7E924022" w14:textId="4BB3417A" w:rsidR="00466411" w:rsidRDefault="00466411" w:rsidP="00466411">
      <w:pPr>
        <w:tabs>
          <w:tab w:val="left" w:pos="364"/>
        </w:tabs>
        <w:spacing w:line="360" w:lineRule="auto"/>
        <w:ind w:right="20"/>
        <w:jc w:val="right"/>
        <w:rPr>
          <w:rFonts w:ascii="Arial" w:eastAsia="Arial" w:hAnsi="Arial" w:cs="Arial"/>
          <w:sz w:val="18"/>
          <w:szCs w:val="18"/>
        </w:rPr>
      </w:pPr>
    </w:p>
    <w:p w14:paraId="36E3B92A" w14:textId="594363E9" w:rsidR="00466411" w:rsidRDefault="00466411" w:rsidP="00466411">
      <w:pPr>
        <w:tabs>
          <w:tab w:val="left" w:pos="364"/>
        </w:tabs>
        <w:spacing w:line="360" w:lineRule="auto"/>
        <w:ind w:right="20"/>
        <w:jc w:val="right"/>
        <w:rPr>
          <w:rFonts w:ascii="Arial" w:eastAsia="Arial" w:hAnsi="Arial" w:cs="Arial"/>
          <w:sz w:val="18"/>
          <w:szCs w:val="18"/>
        </w:rPr>
      </w:pPr>
      <w:bookmarkStart w:id="1" w:name="_GoBack"/>
      <w:bookmarkEnd w:id="1"/>
    </w:p>
    <w:p w14:paraId="095CD1D1" w14:textId="4CF524E0" w:rsidR="00466411" w:rsidRDefault="00466411" w:rsidP="00466411">
      <w:pPr>
        <w:tabs>
          <w:tab w:val="left" w:pos="364"/>
        </w:tabs>
        <w:ind w:right="20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............................................................................................................................</w:t>
      </w:r>
    </w:p>
    <w:p w14:paraId="1932F6E5" w14:textId="751FC451" w:rsidR="00466411" w:rsidRPr="00466411" w:rsidRDefault="00466411" w:rsidP="00466411">
      <w:pPr>
        <w:tabs>
          <w:tab w:val="left" w:pos="364"/>
        </w:tabs>
        <w:spacing w:line="360" w:lineRule="auto"/>
        <w:ind w:right="20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                                                (podpis Oferenta) </w:t>
      </w:r>
    </w:p>
    <w:sectPr w:rsidR="00466411" w:rsidRPr="00466411" w:rsidSect="00C86D28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 w:code="9"/>
      <w:pgMar w:top="1417" w:right="1417" w:bottom="1417" w:left="1417" w:header="51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69763F" w14:textId="77777777" w:rsidR="00B2053D" w:rsidRDefault="00B2053D" w:rsidP="00EF5712">
      <w:r>
        <w:separator/>
      </w:r>
    </w:p>
  </w:endnote>
  <w:endnote w:type="continuationSeparator" w:id="0">
    <w:p w14:paraId="4ED09FC8" w14:textId="77777777" w:rsidR="00B2053D" w:rsidRDefault="00B2053D" w:rsidP="00EF5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 LT Pro 65 Medium">
    <w:altName w:val="Arial"/>
    <w:panose1 w:val="00000000000000000000"/>
    <w:charset w:val="00"/>
    <w:family w:val="swiss"/>
    <w:notTrueType/>
    <w:pitch w:val="variable"/>
    <w:sig w:usb0="800000AF" w:usb1="5000204A" w:usb2="00000000" w:usb3="00000000" w:csb0="0000009B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 LT Pro 35 Light">
    <w:altName w:val="Century Gothic"/>
    <w:charset w:val="EE"/>
    <w:family w:val="swiss"/>
    <w:pitch w:val="variable"/>
    <w:sig w:usb0="00000001" w:usb1="5000204A" w:usb2="00000000" w:usb3="00000000" w:csb0="0000009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340763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79A84A" w14:textId="77777777" w:rsidR="00A31D8F" w:rsidRDefault="00A31D8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39D9A0" w14:textId="77777777" w:rsidR="0062342D" w:rsidRDefault="0062342D" w:rsidP="0062342D">
    <w:pPr>
      <w:pStyle w:val="Stopka"/>
      <w:ind w:right="-1533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C2237" w14:textId="77777777" w:rsidR="00E73371" w:rsidRPr="001F4680" w:rsidRDefault="00E73371" w:rsidP="00393412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color w:val="4B4B4B"/>
        <w:sz w:val="16"/>
        <w:lang w:val="en-US"/>
      </w:rPr>
    </w:pPr>
  </w:p>
  <w:p w14:paraId="0E89587F" w14:textId="77777777" w:rsidR="001C685E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  <w:lang w:val="en-US"/>
      </w:rPr>
    </w:pPr>
    <w:r w:rsidRPr="007A3D1D">
      <w:rPr>
        <w:rFonts w:ascii="Avenir LT Pro 35 Light" w:hAnsi="Avenir LT Pro 35 Light"/>
        <w:sz w:val="14"/>
        <w:szCs w:val="14"/>
        <w:lang w:val="en-US"/>
      </w:rPr>
      <w:t>Exalo Drilling S.A.</w:t>
    </w:r>
    <w:r w:rsidRPr="007A3D1D">
      <w:rPr>
        <w:rFonts w:ascii="Avenir LT Pro 35 Light" w:hAnsi="Avenir LT Pro 35 Light"/>
        <w:sz w:val="14"/>
        <w:szCs w:val="14"/>
        <w:lang w:val="en-US"/>
      </w:rPr>
      <w:tab/>
      <w:t>T: (+48) 67 215 13 00</w:t>
    </w:r>
    <w:r w:rsidRPr="007A3D1D">
      <w:rPr>
        <w:rFonts w:ascii="Avenir LT Pro 35 Light" w:hAnsi="Avenir LT Pro 35 Light"/>
        <w:sz w:val="14"/>
        <w:szCs w:val="14"/>
        <w:lang w:val="en-US"/>
      </w:rPr>
      <w:tab/>
    </w:r>
  </w:p>
  <w:p w14:paraId="4614C2A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7020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Pl. Staszica 9</w:t>
    </w:r>
    <w:r w:rsidRPr="007A3D1D">
      <w:rPr>
        <w:rFonts w:ascii="Avenir LT Pro 35 Light" w:hAnsi="Avenir LT Pro 35 Light"/>
        <w:sz w:val="14"/>
        <w:szCs w:val="14"/>
      </w:rPr>
      <w:tab/>
      <w:t>F: (+48) 67 215 13 59</w:t>
    </w:r>
    <w:r w:rsidRPr="007A3D1D">
      <w:rPr>
        <w:rFonts w:ascii="Avenir LT Pro 35 Light" w:hAnsi="Avenir LT Pro 35 Light"/>
        <w:sz w:val="14"/>
        <w:szCs w:val="14"/>
      </w:rPr>
      <w:tab/>
    </w:r>
  </w:p>
  <w:p w14:paraId="257D25B7" w14:textId="77777777" w:rsidR="00681471" w:rsidRPr="007A3D1D" w:rsidRDefault="00681471" w:rsidP="00681471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>
      <w:rPr>
        <w:rFonts w:ascii="Avenir LT Pro 35 Light" w:hAnsi="Avenir LT Pro 35 Light"/>
        <w:sz w:val="14"/>
        <w:szCs w:val="14"/>
      </w:rPr>
      <w:t>64 – 920 Pił</w:t>
    </w:r>
    <w:r w:rsidRPr="007A3D1D">
      <w:rPr>
        <w:rFonts w:ascii="Avenir LT Pro 35 Light" w:hAnsi="Avenir LT Pro 35 Light"/>
        <w:sz w:val="14"/>
        <w:szCs w:val="14"/>
      </w:rPr>
      <w:t>a</w:t>
    </w:r>
    <w:r w:rsidRPr="007A3D1D">
      <w:rPr>
        <w:rFonts w:ascii="Avenir LT Pro 35 Light" w:hAnsi="Avenir LT Pro 35 Light"/>
        <w:sz w:val="14"/>
        <w:szCs w:val="14"/>
      </w:rPr>
      <w:tab/>
      <w:t>www.exalo.pl</w:t>
    </w:r>
    <w:r w:rsidRPr="007A3D1D">
      <w:rPr>
        <w:rFonts w:ascii="Avenir LT Pro 35 Light" w:hAnsi="Avenir LT Pro 35 Light"/>
        <w:sz w:val="14"/>
        <w:szCs w:val="14"/>
      </w:rPr>
      <w:tab/>
    </w:r>
  </w:p>
  <w:p w14:paraId="4D1CA02B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ab/>
    </w:r>
    <w:r w:rsidRPr="007A3D1D">
      <w:rPr>
        <w:rFonts w:ascii="Avenir LT Pro 35 Light" w:hAnsi="Avenir LT Pro 35 Light"/>
        <w:sz w:val="14"/>
        <w:szCs w:val="14"/>
      </w:rPr>
      <w:tab/>
      <w:t xml:space="preserve">                                                                                                          </w:t>
    </w:r>
  </w:p>
  <w:p w14:paraId="5E395E6C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r w:rsidRPr="007A3D1D">
      <w:rPr>
        <w:rFonts w:ascii="Avenir LT Pro 35 Light" w:hAnsi="Avenir LT Pro 35 Light"/>
        <w:sz w:val="14"/>
        <w:szCs w:val="14"/>
      </w:rPr>
      <w:t>KRS: 0000428139; Sąd Rejonowy Poznań</w:t>
    </w:r>
    <w:r>
      <w:rPr>
        <w:rFonts w:ascii="Avenir LT Pro 35 Light" w:hAnsi="Avenir LT Pro 35 Light"/>
        <w:sz w:val="14"/>
        <w:szCs w:val="14"/>
      </w:rPr>
      <w:t xml:space="preserve"> </w:t>
    </w:r>
    <w:r w:rsidRPr="007A3D1D">
      <w:rPr>
        <w:rFonts w:ascii="Avenir LT Pro 35 Light" w:hAnsi="Avenir LT Pro 35 Light"/>
        <w:sz w:val="14"/>
        <w:szCs w:val="14"/>
      </w:rPr>
      <w:t>- Nowe Miasto i Wilda w P</w:t>
    </w:r>
    <w:r>
      <w:rPr>
        <w:rFonts w:ascii="Avenir LT Pro 35 Light" w:hAnsi="Avenir LT Pro 35 Light"/>
        <w:sz w:val="14"/>
        <w:szCs w:val="14"/>
      </w:rPr>
      <w:t xml:space="preserve">oznaniu, IX Wydział Gospodarczy </w:t>
    </w:r>
    <w:r w:rsidRPr="007A3D1D">
      <w:rPr>
        <w:rFonts w:ascii="Avenir LT Pro 35 Light" w:hAnsi="Avenir LT Pro 35 Light"/>
        <w:sz w:val="14"/>
        <w:szCs w:val="14"/>
      </w:rPr>
      <w:t>KRS.</w:t>
    </w:r>
  </w:p>
  <w:p w14:paraId="59E8360A" w14:textId="77777777" w:rsidR="00681471" w:rsidRPr="007A3D1D" w:rsidRDefault="00681471" w:rsidP="00681471">
    <w:pPr>
      <w:pStyle w:val="Stopka"/>
      <w:tabs>
        <w:tab w:val="clear" w:pos="4536"/>
        <w:tab w:val="clear" w:pos="9072"/>
        <w:tab w:val="left" w:pos="1985"/>
        <w:tab w:val="left" w:pos="4678"/>
        <w:tab w:val="left" w:pos="6663"/>
      </w:tabs>
      <w:rPr>
        <w:rFonts w:ascii="Avenir LT Pro 35 Light" w:hAnsi="Avenir LT Pro 35 Light"/>
        <w:sz w:val="14"/>
        <w:szCs w:val="14"/>
      </w:rPr>
    </w:pPr>
    <w:bookmarkStart w:id="2" w:name="_Hlk28951505"/>
    <w:r w:rsidRPr="007A3D1D">
      <w:rPr>
        <w:rFonts w:ascii="Avenir LT Pro 35 Light" w:hAnsi="Avenir LT Pro 35 Light"/>
        <w:sz w:val="14"/>
        <w:szCs w:val="14"/>
      </w:rPr>
      <w:t xml:space="preserve">NIP: 527 268 12 58; </w:t>
    </w:r>
    <w:r w:rsidR="00EA1969">
      <w:rPr>
        <w:rFonts w:ascii="Avenir LT Pro 35 Light" w:hAnsi="Avenir LT Pro 35 Light"/>
        <w:sz w:val="14"/>
        <w:szCs w:val="14"/>
      </w:rPr>
      <w:t xml:space="preserve">Numer BDO: 000001095; </w:t>
    </w:r>
    <w:r w:rsidR="00785866" w:rsidRPr="00785866">
      <w:rPr>
        <w:rFonts w:ascii="Avenir LT Pro 35 Light" w:hAnsi="Avenir LT Pro 35 Light"/>
        <w:sz w:val="14"/>
        <w:szCs w:val="14"/>
      </w:rPr>
      <w:t>REGON</w:t>
    </w:r>
    <w:r w:rsidR="00785866">
      <w:rPr>
        <w:rFonts w:ascii="Avenir LT Pro 35 Light" w:hAnsi="Avenir LT Pro 35 Light"/>
        <w:sz w:val="14"/>
        <w:szCs w:val="14"/>
      </w:rPr>
      <w:t>:</w:t>
    </w:r>
    <w:r w:rsidR="00785866" w:rsidRPr="00785866">
      <w:rPr>
        <w:rFonts w:ascii="Avenir LT Pro 35 Light" w:hAnsi="Avenir LT Pro 35 Light"/>
        <w:sz w:val="14"/>
        <w:szCs w:val="14"/>
      </w:rPr>
      <w:t xml:space="preserve"> 146228632</w:t>
    </w:r>
    <w:r w:rsidR="00785866">
      <w:rPr>
        <w:rFonts w:ascii="Avenir LT Pro 35 Light" w:hAnsi="Avenir LT Pro 35 Light"/>
        <w:sz w:val="14"/>
        <w:szCs w:val="14"/>
      </w:rPr>
      <w:t xml:space="preserve">; </w:t>
    </w:r>
    <w:r w:rsidRPr="007A3D1D">
      <w:rPr>
        <w:rFonts w:ascii="Avenir LT Pro 35 Light" w:hAnsi="Avenir LT Pro 35 Light"/>
        <w:sz w:val="14"/>
        <w:szCs w:val="14"/>
      </w:rPr>
      <w:t xml:space="preserve">Kapitał zakładowy (opłacony w </w:t>
    </w:r>
    <w:r>
      <w:rPr>
        <w:rFonts w:ascii="Avenir LT Pro 35 Light" w:hAnsi="Avenir LT Pro 35 Light"/>
        <w:sz w:val="14"/>
        <w:szCs w:val="14"/>
      </w:rPr>
      <w:t>cał</w:t>
    </w:r>
    <w:r w:rsidRPr="007A3D1D">
      <w:rPr>
        <w:rFonts w:ascii="Avenir LT Pro 35 Light" w:hAnsi="Avenir LT Pro 35 Light"/>
        <w:sz w:val="14"/>
        <w:szCs w:val="14"/>
      </w:rPr>
      <w:t>ości) 981 500 000 złotych.</w:t>
    </w:r>
  </w:p>
  <w:bookmarkEnd w:id="2"/>
  <w:p w14:paraId="3C6E118C" w14:textId="77777777" w:rsidR="00393412" w:rsidRPr="00CF1B8E" w:rsidRDefault="00393412" w:rsidP="007B109B">
    <w:pPr>
      <w:pStyle w:val="Stopka"/>
      <w:tabs>
        <w:tab w:val="clear" w:pos="4536"/>
        <w:tab w:val="left" w:pos="1985"/>
        <w:tab w:val="left" w:pos="4678"/>
        <w:tab w:val="left" w:pos="6663"/>
      </w:tabs>
      <w:rPr>
        <w:rFonts w:ascii="Avenir LT Pro 35 Light" w:hAnsi="Avenir LT Pro 35 Light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B38775" w14:textId="77777777" w:rsidR="00B2053D" w:rsidRDefault="00B2053D" w:rsidP="00EF5712">
      <w:r>
        <w:separator/>
      </w:r>
    </w:p>
  </w:footnote>
  <w:footnote w:type="continuationSeparator" w:id="0">
    <w:p w14:paraId="2C8FDCDB" w14:textId="77777777" w:rsidR="00B2053D" w:rsidRDefault="00B2053D" w:rsidP="00EF5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7DEE9" w14:textId="77777777" w:rsidR="00596F79" w:rsidRDefault="00596F79">
    <w:pPr>
      <w:pStyle w:val="Nagwek"/>
    </w:pPr>
  </w:p>
  <w:p w14:paraId="3FCF6F6E" w14:textId="77777777" w:rsidR="00596F79" w:rsidRDefault="00596F79">
    <w:pPr>
      <w:pStyle w:val="Nagwek"/>
    </w:pPr>
  </w:p>
  <w:p w14:paraId="13F2A030" w14:textId="77777777" w:rsidR="00E73371" w:rsidRDefault="00E73371">
    <w:pPr>
      <w:pStyle w:val="Nagwek"/>
    </w:pPr>
  </w:p>
  <w:p w14:paraId="5DF80104" w14:textId="77777777" w:rsidR="00E73371" w:rsidRDefault="00E733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649B10" w14:textId="44ECBAD7" w:rsidR="00824D7E" w:rsidRPr="0011605D" w:rsidRDefault="00393412" w:rsidP="0011605D">
    <w:pPr>
      <w:pStyle w:val="Nagwek"/>
    </w:pPr>
    <w:r w:rsidRPr="00393412">
      <w:rPr>
        <w:noProof/>
        <w:lang w:eastAsia="pl-PL"/>
      </w:rPr>
      <w:drawing>
        <wp:inline distT="0" distB="0" distL="0" distR="0" wp14:anchorId="0E219F88" wp14:editId="3AF1CBE5">
          <wp:extent cx="1185695" cy="844061"/>
          <wp:effectExtent l="0" t="0" r="0" b="0"/>
          <wp:docPr id="14" name="Obraz 14" descr="D:\_SYS_\Pulpit\Exalo konferencja\Logo\EXALO_PION_jakość_ww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_SYS_\Pulpit\Exalo konferencja\Logo\EXALO_PION_jakość_www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7432" cy="8524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89DAA99" w14:textId="77777777" w:rsidR="0011605D" w:rsidRDefault="0011605D" w:rsidP="0061270D">
    <w:pPr>
      <w:tabs>
        <w:tab w:val="left" w:pos="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B15D4"/>
    <w:multiLevelType w:val="multilevel"/>
    <w:tmpl w:val="3134E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 w:val="0"/>
        <w:bCs w:val="0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58C482C"/>
    <w:multiLevelType w:val="hybridMultilevel"/>
    <w:tmpl w:val="17405C54"/>
    <w:lvl w:ilvl="0" w:tplc="848A28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FB3BFF"/>
    <w:multiLevelType w:val="multilevel"/>
    <w:tmpl w:val="2D080726"/>
    <w:lvl w:ilvl="0">
      <w:start w:val="10"/>
      <w:numFmt w:val="decimal"/>
      <w:lvlText w:val="%1."/>
      <w:lvlJc w:val="left"/>
      <w:pPr>
        <w:ind w:left="400" w:hanging="400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400" w:hanging="4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3" w15:restartNumberingAfterBreak="0">
    <w:nsid w:val="3F2DBA31"/>
    <w:multiLevelType w:val="hybridMultilevel"/>
    <w:tmpl w:val="CED8E9D2"/>
    <w:lvl w:ilvl="0" w:tplc="CE7E673A">
      <w:start w:val="1"/>
      <w:numFmt w:val="decimal"/>
      <w:lvlText w:val="%1."/>
      <w:lvlJc w:val="left"/>
    </w:lvl>
    <w:lvl w:ilvl="1" w:tplc="8BB05CAA">
      <w:numFmt w:val="decimal"/>
      <w:lvlText w:val=""/>
      <w:lvlJc w:val="left"/>
    </w:lvl>
    <w:lvl w:ilvl="2" w:tplc="835A7890">
      <w:numFmt w:val="decimal"/>
      <w:lvlText w:val=""/>
      <w:lvlJc w:val="left"/>
    </w:lvl>
    <w:lvl w:ilvl="3" w:tplc="BC9E6B02">
      <w:numFmt w:val="decimal"/>
      <w:lvlText w:val=""/>
      <w:lvlJc w:val="left"/>
    </w:lvl>
    <w:lvl w:ilvl="4" w:tplc="8C9265D4">
      <w:numFmt w:val="decimal"/>
      <w:lvlText w:val=""/>
      <w:lvlJc w:val="left"/>
    </w:lvl>
    <w:lvl w:ilvl="5" w:tplc="D1821DB6">
      <w:numFmt w:val="decimal"/>
      <w:lvlText w:val=""/>
      <w:lvlJc w:val="left"/>
    </w:lvl>
    <w:lvl w:ilvl="6" w:tplc="19100272">
      <w:numFmt w:val="decimal"/>
      <w:lvlText w:val=""/>
      <w:lvlJc w:val="left"/>
    </w:lvl>
    <w:lvl w:ilvl="7" w:tplc="35824294">
      <w:numFmt w:val="decimal"/>
      <w:lvlText w:val=""/>
      <w:lvlJc w:val="left"/>
    </w:lvl>
    <w:lvl w:ilvl="8" w:tplc="8F38D076">
      <w:numFmt w:val="decimal"/>
      <w:lvlText w:val=""/>
      <w:lvlJc w:val="left"/>
    </w:lvl>
  </w:abstractNum>
  <w:abstractNum w:abstractNumId="4" w15:restartNumberingAfterBreak="0">
    <w:nsid w:val="431BD7B7"/>
    <w:multiLevelType w:val="hybridMultilevel"/>
    <w:tmpl w:val="F9548EF4"/>
    <w:lvl w:ilvl="0" w:tplc="95A8EA32">
      <w:start w:val="1"/>
      <w:numFmt w:val="decimal"/>
      <w:lvlText w:val="%1."/>
      <w:lvlJc w:val="left"/>
    </w:lvl>
    <w:lvl w:ilvl="1" w:tplc="FE7214CC">
      <w:numFmt w:val="decimal"/>
      <w:lvlText w:val=""/>
      <w:lvlJc w:val="left"/>
    </w:lvl>
    <w:lvl w:ilvl="2" w:tplc="2DE651D6">
      <w:numFmt w:val="decimal"/>
      <w:lvlText w:val=""/>
      <w:lvlJc w:val="left"/>
    </w:lvl>
    <w:lvl w:ilvl="3" w:tplc="E8FEDFD2">
      <w:numFmt w:val="decimal"/>
      <w:lvlText w:val=""/>
      <w:lvlJc w:val="left"/>
    </w:lvl>
    <w:lvl w:ilvl="4" w:tplc="388E0B22">
      <w:numFmt w:val="decimal"/>
      <w:lvlText w:val=""/>
      <w:lvlJc w:val="left"/>
    </w:lvl>
    <w:lvl w:ilvl="5" w:tplc="7130D658">
      <w:numFmt w:val="decimal"/>
      <w:lvlText w:val=""/>
      <w:lvlJc w:val="left"/>
    </w:lvl>
    <w:lvl w:ilvl="6" w:tplc="8A7C52B0">
      <w:numFmt w:val="decimal"/>
      <w:lvlText w:val=""/>
      <w:lvlJc w:val="left"/>
    </w:lvl>
    <w:lvl w:ilvl="7" w:tplc="9072FC62">
      <w:numFmt w:val="decimal"/>
      <w:lvlText w:val=""/>
      <w:lvlJc w:val="left"/>
    </w:lvl>
    <w:lvl w:ilvl="8" w:tplc="D4CC1A4A">
      <w:numFmt w:val="decimal"/>
      <w:lvlText w:val=""/>
      <w:lvlJc w:val="left"/>
    </w:lvl>
  </w:abstractNum>
  <w:abstractNum w:abstractNumId="5" w15:restartNumberingAfterBreak="0">
    <w:nsid w:val="500D46A4"/>
    <w:multiLevelType w:val="hybridMultilevel"/>
    <w:tmpl w:val="BB764EAE"/>
    <w:lvl w:ilvl="0" w:tplc="33C0DA1A">
      <w:start w:val="1"/>
      <w:numFmt w:val="lowerLetter"/>
      <w:lvlText w:val="%1)"/>
      <w:lvlJc w:val="left"/>
      <w:pPr>
        <w:ind w:left="11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" w15:restartNumberingAfterBreak="0">
    <w:nsid w:val="57604E5E"/>
    <w:multiLevelType w:val="hybridMultilevel"/>
    <w:tmpl w:val="73DC3744"/>
    <w:lvl w:ilvl="0" w:tplc="A2A6222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94019"/>
    <w:multiLevelType w:val="hybridMultilevel"/>
    <w:tmpl w:val="9F9A64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425FFB"/>
    <w:multiLevelType w:val="hybridMultilevel"/>
    <w:tmpl w:val="5538AE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DF15AD"/>
    <w:multiLevelType w:val="hybridMultilevel"/>
    <w:tmpl w:val="A90E04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6"/>
  </w:num>
  <w:num w:numId="9">
    <w:abstractNumId w:val="4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FD"/>
    <w:rsid w:val="00012461"/>
    <w:rsid w:val="000168D5"/>
    <w:rsid w:val="00020248"/>
    <w:rsid w:val="0002142F"/>
    <w:rsid w:val="00025BE2"/>
    <w:rsid w:val="000304F1"/>
    <w:rsid w:val="00040F59"/>
    <w:rsid w:val="00052378"/>
    <w:rsid w:val="00052446"/>
    <w:rsid w:val="000714A0"/>
    <w:rsid w:val="00072893"/>
    <w:rsid w:val="00073A5E"/>
    <w:rsid w:val="000776EA"/>
    <w:rsid w:val="0009418F"/>
    <w:rsid w:val="00094520"/>
    <w:rsid w:val="0009476A"/>
    <w:rsid w:val="00095918"/>
    <w:rsid w:val="00095FB8"/>
    <w:rsid w:val="000A3852"/>
    <w:rsid w:val="000A39B3"/>
    <w:rsid w:val="000A4BBA"/>
    <w:rsid w:val="000A50FE"/>
    <w:rsid w:val="000B0133"/>
    <w:rsid w:val="000B308D"/>
    <w:rsid w:val="000B6C76"/>
    <w:rsid w:val="000C21C7"/>
    <w:rsid w:val="000C49DC"/>
    <w:rsid w:val="000C7B7E"/>
    <w:rsid w:val="000E00F2"/>
    <w:rsid w:val="000E7611"/>
    <w:rsid w:val="000F13BA"/>
    <w:rsid w:val="000F3C1D"/>
    <w:rsid w:val="000F68E2"/>
    <w:rsid w:val="000F75A3"/>
    <w:rsid w:val="0010022C"/>
    <w:rsid w:val="00102387"/>
    <w:rsid w:val="00105B24"/>
    <w:rsid w:val="00106F63"/>
    <w:rsid w:val="00107A71"/>
    <w:rsid w:val="0011605D"/>
    <w:rsid w:val="001248C9"/>
    <w:rsid w:val="0012733B"/>
    <w:rsid w:val="00130099"/>
    <w:rsid w:val="0013132C"/>
    <w:rsid w:val="00155143"/>
    <w:rsid w:val="00155DEF"/>
    <w:rsid w:val="00156876"/>
    <w:rsid w:val="00162F92"/>
    <w:rsid w:val="00165BF4"/>
    <w:rsid w:val="001679FA"/>
    <w:rsid w:val="001806BE"/>
    <w:rsid w:val="00182B7F"/>
    <w:rsid w:val="00187827"/>
    <w:rsid w:val="00190865"/>
    <w:rsid w:val="00192088"/>
    <w:rsid w:val="0019745E"/>
    <w:rsid w:val="001A197A"/>
    <w:rsid w:val="001A20D0"/>
    <w:rsid w:val="001A2E19"/>
    <w:rsid w:val="001B4092"/>
    <w:rsid w:val="001C0502"/>
    <w:rsid w:val="001C180F"/>
    <w:rsid w:val="001C25AF"/>
    <w:rsid w:val="001C4BE5"/>
    <w:rsid w:val="001C685E"/>
    <w:rsid w:val="001D421F"/>
    <w:rsid w:val="001D4248"/>
    <w:rsid w:val="001D4A4C"/>
    <w:rsid w:val="001D6CD1"/>
    <w:rsid w:val="001E35A7"/>
    <w:rsid w:val="001E3A58"/>
    <w:rsid w:val="001F3325"/>
    <w:rsid w:val="001F3DE9"/>
    <w:rsid w:val="001F4680"/>
    <w:rsid w:val="001F6BF9"/>
    <w:rsid w:val="00207682"/>
    <w:rsid w:val="00215CA1"/>
    <w:rsid w:val="002176CD"/>
    <w:rsid w:val="00221C1A"/>
    <w:rsid w:val="00222872"/>
    <w:rsid w:val="00227885"/>
    <w:rsid w:val="0023546A"/>
    <w:rsid w:val="00237197"/>
    <w:rsid w:val="0024083C"/>
    <w:rsid w:val="0024194B"/>
    <w:rsid w:val="00251B0A"/>
    <w:rsid w:val="00252156"/>
    <w:rsid w:val="002559EC"/>
    <w:rsid w:val="00265A17"/>
    <w:rsid w:val="00275BE9"/>
    <w:rsid w:val="002762D8"/>
    <w:rsid w:val="002776C0"/>
    <w:rsid w:val="00281749"/>
    <w:rsid w:val="0028220D"/>
    <w:rsid w:val="002927B1"/>
    <w:rsid w:val="002A1535"/>
    <w:rsid w:val="002B00AC"/>
    <w:rsid w:val="002B25B4"/>
    <w:rsid w:val="002D2559"/>
    <w:rsid w:val="002E329F"/>
    <w:rsid w:val="002F47FE"/>
    <w:rsid w:val="00301134"/>
    <w:rsid w:val="00301F18"/>
    <w:rsid w:val="003062B5"/>
    <w:rsid w:val="00306790"/>
    <w:rsid w:val="0030701C"/>
    <w:rsid w:val="00315FEC"/>
    <w:rsid w:val="00321CAA"/>
    <w:rsid w:val="003231E0"/>
    <w:rsid w:val="00330ACA"/>
    <w:rsid w:val="003323E4"/>
    <w:rsid w:val="0033513A"/>
    <w:rsid w:val="0034005C"/>
    <w:rsid w:val="00342B48"/>
    <w:rsid w:val="003449E9"/>
    <w:rsid w:val="00346B7B"/>
    <w:rsid w:val="00350300"/>
    <w:rsid w:val="0035161A"/>
    <w:rsid w:val="00353907"/>
    <w:rsid w:val="00355AB8"/>
    <w:rsid w:val="00355E18"/>
    <w:rsid w:val="00360192"/>
    <w:rsid w:val="003905FF"/>
    <w:rsid w:val="00393412"/>
    <w:rsid w:val="003968C0"/>
    <w:rsid w:val="003A4679"/>
    <w:rsid w:val="003A7646"/>
    <w:rsid w:val="003B3745"/>
    <w:rsid w:val="003D55E6"/>
    <w:rsid w:val="003E5742"/>
    <w:rsid w:val="003E7BEE"/>
    <w:rsid w:val="003F0FB4"/>
    <w:rsid w:val="00402579"/>
    <w:rsid w:val="00415167"/>
    <w:rsid w:val="00420AFF"/>
    <w:rsid w:val="00421C6F"/>
    <w:rsid w:val="00423670"/>
    <w:rsid w:val="00425A0B"/>
    <w:rsid w:val="00434580"/>
    <w:rsid w:val="00444BD7"/>
    <w:rsid w:val="00446706"/>
    <w:rsid w:val="00453523"/>
    <w:rsid w:val="00455582"/>
    <w:rsid w:val="0046278A"/>
    <w:rsid w:val="00464BE4"/>
    <w:rsid w:val="00465855"/>
    <w:rsid w:val="00466411"/>
    <w:rsid w:val="00470379"/>
    <w:rsid w:val="00482C75"/>
    <w:rsid w:val="00493B05"/>
    <w:rsid w:val="00497A34"/>
    <w:rsid w:val="004A2A96"/>
    <w:rsid w:val="004A3431"/>
    <w:rsid w:val="004B0F81"/>
    <w:rsid w:val="004B6F9B"/>
    <w:rsid w:val="004C05DF"/>
    <w:rsid w:val="004C1BC2"/>
    <w:rsid w:val="004C1F3F"/>
    <w:rsid w:val="004C22F4"/>
    <w:rsid w:val="004C41F4"/>
    <w:rsid w:val="004C4C4B"/>
    <w:rsid w:val="004C7423"/>
    <w:rsid w:val="004C74E1"/>
    <w:rsid w:val="004D14BE"/>
    <w:rsid w:val="004D7004"/>
    <w:rsid w:val="004E046A"/>
    <w:rsid w:val="004E0E4A"/>
    <w:rsid w:val="004E53D8"/>
    <w:rsid w:val="004E791E"/>
    <w:rsid w:val="004F1CC5"/>
    <w:rsid w:val="004F6608"/>
    <w:rsid w:val="004F7F84"/>
    <w:rsid w:val="005009BD"/>
    <w:rsid w:val="005009C3"/>
    <w:rsid w:val="00500D7C"/>
    <w:rsid w:val="005010DE"/>
    <w:rsid w:val="005072D9"/>
    <w:rsid w:val="00512A07"/>
    <w:rsid w:val="00522687"/>
    <w:rsid w:val="005238D6"/>
    <w:rsid w:val="005273C7"/>
    <w:rsid w:val="00534F07"/>
    <w:rsid w:val="00550D5A"/>
    <w:rsid w:val="005525B1"/>
    <w:rsid w:val="0055475A"/>
    <w:rsid w:val="0056706C"/>
    <w:rsid w:val="0057764D"/>
    <w:rsid w:val="0058223B"/>
    <w:rsid w:val="00582F3C"/>
    <w:rsid w:val="0058451B"/>
    <w:rsid w:val="00596F79"/>
    <w:rsid w:val="005A206C"/>
    <w:rsid w:val="005A3216"/>
    <w:rsid w:val="005C6946"/>
    <w:rsid w:val="005D308F"/>
    <w:rsid w:val="005D71A5"/>
    <w:rsid w:val="005E4B13"/>
    <w:rsid w:val="005E4FC3"/>
    <w:rsid w:val="005E688B"/>
    <w:rsid w:val="005F4E19"/>
    <w:rsid w:val="00607435"/>
    <w:rsid w:val="0061270D"/>
    <w:rsid w:val="0062053F"/>
    <w:rsid w:val="0062342D"/>
    <w:rsid w:val="00624123"/>
    <w:rsid w:val="00631F2A"/>
    <w:rsid w:val="00632F87"/>
    <w:rsid w:val="006354A6"/>
    <w:rsid w:val="00642999"/>
    <w:rsid w:val="0065066F"/>
    <w:rsid w:val="00650BDF"/>
    <w:rsid w:val="00654A9D"/>
    <w:rsid w:val="0066107E"/>
    <w:rsid w:val="00661641"/>
    <w:rsid w:val="00663067"/>
    <w:rsid w:val="00665CB6"/>
    <w:rsid w:val="00671B09"/>
    <w:rsid w:val="00675FFC"/>
    <w:rsid w:val="00681471"/>
    <w:rsid w:val="00681602"/>
    <w:rsid w:val="00686EDE"/>
    <w:rsid w:val="00687C8E"/>
    <w:rsid w:val="00687F16"/>
    <w:rsid w:val="00693667"/>
    <w:rsid w:val="00694DB4"/>
    <w:rsid w:val="006A10F0"/>
    <w:rsid w:val="006A1D96"/>
    <w:rsid w:val="006A663A"/>
    <w:rsid w:val="006B2329"/>
    <w:rsid w:val="006B2828"/>
    <w:rsid w:val="006B529D"/>
    <w:rsid w:val="006C0CA4"/>
    <w:rsid w:val="006C13FD"/>
    <w:rsid w:val="006C3200"/>
    <w:rsid w:val="006C55D0"/>
    <w:rsid w:val="006D31D8"/>
    <w:rsid w:val="006E0369"/>
    <w:rsid w:val="006E514E"/>
    <w:rsid w:val="006F56E5"/>
    <w:rsid w:val="00705844"/>
    <w:rsid w:val="00707D97"/>
    <w:rsid w:val="00710782"/>
    <w:rsid w:val="00723C46"/>
    <w:rsid w:val="00742400"/>
    <w:rsid w:val="0074414E"/>
    <w:rsid w:val="00744BDC"/>
    <w:rsid w:val="00744C16"/>
    <w:rsid w:val="007532D3"/>
    <w:rsid w:val="007542CD"/>
    <w:rsid w:val="00756409"/>
    <w:rsid w:val="00761E85"/>
    <w:rsid w:val="007663E2"/>
    <w:rsid w:val="007700F4"/>
    <w:rsid w:val="0077355E"/>
    <w:rsid w:val="00784CF5"/>
    <w:rsid w:val="00785281"/>
    <w:rsid w:val="00785866"/>
    <w:rsid w:val="007A542A"/>
    <w:rsid w:val="007B109B"/>
    <w:rsid w:val="007B4C9A"/>
    <w:rsid w:val="007C3B4E"/>
    <w:rsid w:val="007D654E"/>
    <w:rsid w:val="007D6A47"/>
    <w:rsid w:val="007D74A1"/>
    <w:rsid w:val="007D7A7D"/>
    <w:rsid w:val="007E0BA1"/>
    <w:rsid w:val="007E79F7"/>
    <w:rsid w:val="007F0787"/>
    <w:rsid w:val="007F2BEA"/>
    <w:rsid w:val="007F2FF5"/>
    <w:rsid w:val="008006F9"/>
    <w:rsid w:val="00806EB0"/>
    <w:rsid w:val="0080764C"/>
    <w:rsid w:val="008167C3"/>
    <w:rsid w:val="00820918"/>
    <w:rsid w:val="00822CB0"/>
    <w:rsid w:val="00824D7E"/>
    <w:rsid w:val="008320D0"/>
    <w:rsid w:val="00832183"/>
    <w:rsid w:val="008322FD"/>
    <w:rsid w:val="00840E98"/>
    <w:rsid w:val="00850065"/>
    <w:rsid w:val="008512F3"/>
    <w:rsid w:val="0085519D"/>
    <w:rsid w:val="008647A8"/>
    <w:rsid w:val="00864C91"/>
    <w:rsid w:val="00870AB5"/>
    <w:rsid w:val="00872498"/>
    <w:rsid w:val="00873D2F"/>
    <w:rsid w:val="00874323"/>
    <w:rsid w:val="008778EE"/>
    <w:rsid w:val="00891C53"/>
    <w:rsid w:val="008960F5"/>
    <w:rsid w:val="008A097F"/>
    <w:rsid w:val="008A53CD"/>
    <w:rsid w:val="008B0782"/>
    <w:rsid w:val="008B3B96"/>
    <w:rsid w:val="008C7FDE"/>
    <w:rsid w:val="008D2244"/>
    <w:rsid w:val="008D4D5B"/>
    <w:rsid w:val="008E501E"/>
    <w:rsid w:val="00904062"/>
    <w:rsid w:val="00916247"/>
    <w:rsid w:val="0091727D"/>
    <w:rsid w:val="009232C9"/>
    <w:rsid w:val="00924E56"/>
    <w:rsid w:val="00926085"/>
    <w:rsid w:val="009277D5"/>
    <w:rsid w:val="00933FE5"/>
    <w:rsid w:val="009346DF"/>
    <w:rsid w:val="00937F0E"/>
    <w:rsid w:val="009434EC"/>
    <w:rsid w:val="00950BF0"/>
    <w:rsid w:val="00951F6C"/>
    <w:rsid w:val="00952BF7"/>
    <w:rsid w:val="009577A3"/>
    <w:rsid w:val="00965A90"/>
    <w:rsid w:val="00971CB7"/>
    <w:rsid w:val="009836B4"/>
    <w:rsid w:val="00983D23"/>
    <w:rsid w:val="00985506"/>
    <w:rsid w:val="009863DB"/>
    <w:rsid w:val="00986CDD"/>
    <w:rsid w:val="00991508"/>
    <w:rsid w:val="0099506E"/>
    <w:rsid w:val="009976DA"/>
    <w:rsid w:val="00997F0F"/>
    <w:rsid w:val="009A469C"/>
    <w:rsid w:val="009A59F9"/>
    <w:rsid w:val="009B4000"/>
    <w:rsid w:val="009C1C91"/>
    <w:rsid w:val="009C24E7"/>
    <w:rsid w:val="009C39F0"/>
    <w:rsid w:val="009D051F"/>
    <w:rsid w:val="009D0A12"/>
    <w:rsid w:val="009D1006"/>
    <w:rsid w:val="009D5CF8"/>
    <w:rsid w:val="009E3836"/>
    <w:rsid w:val="009E75BB"/>
    <w:rsid w:val="009F4BE5"/>
    <w:rsid w:val="009F4CE4"/>
    <w:rsid w:val="009F6BAB"/>
    <w:rsid w:val="00A03EA3"/>
    <w:rsid w:val="00A04A37"/>
    <w:rsid w:val="00A06A16"/>
    <w:rsid w:val="00A13969"/>
    <w:rsid w:val="00A13D5D"/>
    <w:rsid w:val="00A1596D"/>
    <w:rsid w:val="00A15BE3"/>
    <w:rsid w:val="00A16C54"/>
    <w:rsid w:val="00A1712A"/>
    <w:rsid w:val="00A21658"/>
    <w:rsid w:val="00A26779"/>
    <w:rsid w:val="00A31D8F"/>
    <w:rsid w:val="00A54DF4"/>
    <w:rsid w:val="00A57482"/>
    <w:rsid w:val="00A57EA6"/>
    <w:rsid w:val="00A72382"/>
    <w:rsid w:val="00A72C44"/>
    <w:rsid w:val="00A735E3"/>
    <w:rsid w:val="00A77DBF"/>
    <w:rsid w:val="00A90047"/>
    <w:rsid w:val="00A9081C"/>
    <w:rsid w:val="00A965E1"/>
    <w:rsid w:val="00A9695B"/>
    <w:rsid w:val="00AC0465"/>
    <w:rsid w:val="00AC10A7"/>
    <w:rsid w:val="00AC6E07"/>
    <w:rsid w:val="00AD01B8"/>
    <w:rsid w:val="00AD44CD"/>
    <w:rsid w:val="00AD7648"/>
    <w:rsid w:val="00AE490C"/>
    <w:rsid w:val="00AF3929"/>
    <w:rsid w:val="00B00C79"/>
    <w:rsid w:val="00B07C15"/>
    <w:rsid w:val="00B118EA"/>
    <w:rsid w:val="00B11E23"/>
    <w:rsid w:val="00B2053D"/>
    <w:rsid w:val="00B234E3"/>
    <w:rsid w:val="00B24581"/>
    <w:rsid w:val="00B26398"/>
    <w:rsid w:val="00B40CEA"/>
    <w:rsid w:val="00B41637"/>
    <w:rsid w:val="00B41DA8"/>
    <w:rsid w:val="00B42AB7"/>
    <w:rsid w:val="00B42E95"/>
    <w:rsid w:val="00B478E8"/>
    <w:rsid w:val="00B51277"/>
    <w:rsid w:val="00B559C8"/>
    <w:rsid w:val="00B57530"/>
    <w:rsid w:val="00B638BB"/>
    <w:rsid w:val="00B663F7"/>
    <w:rsid w:val="00B70024"/>
    <w:rsid w:val="00B741E5"/>
    <w:rsid w:val="00B762E0"/>
    <w:rsid w:val="00B76DE2"/>
    <w:rsid w:val="00B87274"/>
    <w:rsid w:val="00B94967"/>
    <w:rsid w:val="00BA0940"/>
    <w:rsid w:val="00BA4B97"/>
    <w:rsid w:val="00BA5752"/>
    <w:rsid w:val="00BB0BB9"/>
    <w:rsid w:val="00BB233E"/>
    <w:rsid w:val="00BB2998"/>
    <w:rsid w:val="00BB5CBC"/>
    <w:rsid w:val="00BC1729"/>
    <w:rsid w:val="00BC4A6D"/>
    <w:rsid w:val="00BC6E11"/>
    <w:rsid w:val="00BD41EC"/>
    <w:rsid w:val="00BD502B"/>
    <w:rsid w:val="00BD5E9B"/>
    <w:rsid w:val="00BE0D64"/>
    <w:rsid w:val="00C0316D"/>
    <w:rsid w:val="00C03BFC"/>
    <w:rsid w:val="00C040A7"/>
    <w:rsid w:val="00C04C87"/>
    <w:rsid w:val="00C05663"/>
    <w:rsid w:val="00C21547"/>
    <w:rsid w:val="00C31F8F"/>
    <w:rsid w:val="00C327A6"/>
    <w:rsid w:val="00C3399C"/>
    <w:rsid w:val="00C35B36"/>
    <w:rsid w:val="00C36646"/>
    <w:rsid w:val="00C40EDF"/>
    <w:rsid w:val="00C436EC"/>
    <w:rsid w:val="00C44D60"/>
    <w:rsid w:val="00C454A7"/>
    <w:rsid w:val="00C4613E"/>
    <w:rsid w:val="00C47C51"/>
    <w:rsid w:val="00C53185"/>
    <w:rsid w:val="00C66287"/>
    <w:rsid w:val="00C7191E"/>
    <w:rsid w:val="00C75E33"/>
    <w:rsid w:val="00C7624A"/>
    <w:rsid w:val="00C76A0F"/>
    <w:rsid w:val="00C83E31"/>
    <w:rsid w:val="00C84255"/>
    <w:rsid w:val="00C86D28"/>
    <w:rsid w:val="00C952C3"/>
    <w:rsid w:val="00C9596A"/>
    <w:rsid w:val="00C96336"/>
    <w:rsid w:val="00CA3DCB"/>
    <w:rsid w:val="00CA46ED"/>
    <w:rsid w:val="00CA621D"/>
    <w:rsid w:val="00CB19E4"/>
    <w:rsid w:val="00CB69CD"/>
    <w:rsid w:val="00CB7DC2"/>
    <w:rsid w:val="00CC087F"/>
    <w:rsid w:val="00CC2BE3"/>
    <w:rsid w:val="00CC4CA7"/>
    <w:rsid w:val="00CD36A4"/>
    <w:rsid w:val="00CE03F4"/>
    <w:rsid w:val="00CE20C0"/>
    <w:rsid w:val="00CE28D7"/>
    <w:rsid w:val="00CE3D57"/>
    <w:rsid w:val="00CF1289"/>
    <w:rsid w:val="00CF1B8E"/>
    <w:rsid w:val="00CF307A"/>
    <w:rsid w:val="00CF3A2F"/>
    <w:rsid w:val="00CF4B5A"/>
    <w:rsid w:val="00CF7985"/>
    <w:rsid w:val="00D06183"/>
    <w:rsid w:val="00D22C82"/>
    <w:rsid w:val="00D30872"/>
    <w:rsid w:val="00D35DB3"/>
    <w:rsid w:val="00D37F14"/>
    <w:rsid w:val="00D505EE"/>
    <w:rsid w:val="00D54B5F"/>
    <w:rsid w:val="00D616A3"/>
    <w:rsid w:val="00D62903"/>
    <w:rsid w:val="00D75260"/>
    <w:rsid w:val="00D80BB5"/>
    <w:rsid w:val="00D82AB9"/>
    <w:rsid w:val="00D83091"/>
    <w:rsid w:val="00D838DE"/>
    <w:rsid w:val="00D86DC5"/>
    <w:rsid w:val="00D9267D"/>
    <w:rsid w:val="00D937F8"/>
    <w:rsid w:val="00D93A56"/>
    <w:rsid w:val="00D96448"/>
    <w:rsid w:val="00D973EA"/>
    <w:rsid w:val="00DA35E0"/>
    <w:rsid w:val="00DA6981"/>
    <w:rsid w:val="00DA7AD0"/>
    <w:rsid w:val="00DA7E0B"/>
    <w:rsid w:val="00DB107A"/>
    <w:rsid w:val="00DB2FB9"/>
    <w:rsid w:val="00DB4A41"/>
    <w:rsid w:val="00DB58EE"/>
    <w:rsid w:val="00DB5B63"/>
    <w:rsid w:val="00DF0580"/>
    <w:rsid w:val="00DF2AC0"/>
    <w:rsid w:val="00E1035B"/>
    <w:rsid w:val="00E23CCB"/>
    <w:rsid w:val="00E2702D"/>
    <w:rsid w:val="00E272A8"/>
    <w:rsid w:val="00E30160"/>
    <w:rsid w:val="00E30998"/>
    <w:rsid w:val="00E31ADE"/>
    <w:rsid w:val="00E46B4D"/>
    <w:rsid w:val="00E621AE"/>
    <w:rsid w:val="00E73371"/>
    <w:rsid w:val="00E776CB"/>
    <w:rsid w:val="00E80FDA"/>
    <w:rsid w:val="00E81560"/>
    <w:rsid w:val="00E816CA"/>
    <w:rsid w:val="00E8479B"/>
    <w:rsid w:val="00E875EB"/>
    <w:rsid w:val="00E9180F"/>
    <w:rsid w:val="00E97346"/>
    <w:rsid w:val="00EA1969"/>
    <w:rsid w:val="00EA6EAA"/>
    <w:rsid w:val="00EB6F6B"/>
    <w:rsid w:val="00EC0E12"/>
    <w:rsid w:val="00EC1B66"/>
    <w:rsid w:val="00EC3582"/>
    <w:rsid w:val="00EC6E7A"/>
    <w:rsid w:val="00ED228F"/>
    <w:rsid w:val="00ED24D9"/>
    <w:rsid w:val="00EF1086"/>
    <w:rsid w:val="00EF1E05"/>
    <w:rsid w:val="00EF5712"/>
    <w:rsid w:val="00F016C8"/>
    <w:rsid w:val="00F1030B"/>
    <w:rsid w:val="00F10E08"/>
    <w:rsid w:val="00F12556"/>
    <w:rsid w:val="00F165CF"/>
    <w:rsid w:val="00F17D7A"/>
    <w:rsid w:val="00F208C0"/>
    <w:rsid w:val="00F30E49"/>
    <w:rsid w:val="00F32AD7"/>
    <w:rsid w:val="00F37CBB"/>
    <w:rsid w:val="00F512FA"/>
    <w:rsid w:val="00F569C8"/>
    <w:rsid w:val="00F61874"/>
    <w:rsid w:val="00F62AFE"/>
    <w:rsid w:val="00F63019"/>
    <w:rsid w:val="00F65042"/>
    <w:rsid w:val="00F728B9"/>
    <w:rsid w:val="00F8351D"/>
    <w:rsid w:val="00F91278"/>
    <w:rsid w:val="00F913D0"/>
    <w:rsid w:val="00FB2A7F"/>
    <w:rsid w:val="00FB6D83"/>
    <w:rsid w:val="00FB7FA4"/>
    <w:rsid w:val="00FC3C55"/>
    <w:rsid w:val="00FC42D9"/>
    <w:rsid w:val="00FC4A93"/>
    <w:rsid w:val="00FD4100"/>
    <w:rsid w:val="00FD4978"/>
    <w:rsid w:val="00FE7B2C"/>
    <w:rsid w:val="00FE7C16"/>
    <w:rsid w:val="00FF5BFB"/>
    <w:rsid w:val="00FF6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B4B8D0"/>
  <w15:docId w15:val="{FF6AE35B-2F45-4404-B4C2-AF65A06F2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60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57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71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5712"/>
  </w:style>
  <w:style w:type="paragraph" w:styleId="Stopka">
    <w:name w:val="footer"/>
    <w:basedOn w:val="Normalny"/>
    <w:link w:val="StopkaZnak"/>
    <w:uiPriority w:val="99"/>
    <w:unhideWhenUsed/>
    <w:rsid w:val="00EF57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5712"/>
  </w:style>
  <w:style w:type="character" w:customStyle="1" w:styleId="A12">
    <w:name w:val="A12"/>
    <w:uiPriority w:val="99"/>
    <w:rsid w:val="00FC4A93"/>
    <w:rPr>
      <w:rFonts w:cs="Avenir LT Pro 65 Medium"/>
      <w:b/>
      <w:bCs/>
      <w:color w:val="000000"/>
      <w:sz w:val="106"/>
      <w:szCs w:val="106"/>
    </w:rPr>
  </w:style>
  <w:style w:type="character" w:styleId="Hipercze">
    <w:name w:val="Hyperlink"/>
    <w:basedOn w:val="Domylnaczcionkaakapitu"/>
    <w:uiPriority w:val="99"/>
    <w:unhideWhenUsed/>
    <w:rsid w:val="00FF5BF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81471"/>
    <w:rPr>
      <w:rFonts w:ascii="Calibri" w:eastAsia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81471"/>
    <w:rPr>
      <w:rFonts w:ascii="Calibri" w:eastAsia="Calibri" w:hAnsi="Calibri"/>
      <w:sz w:val="22"/>
      <w:szCs w:val="21"/>
    </w:rPr>
  </w:style>
  <w:style w:type="paragraph" w:styleId="Akapitzlist">
    <w:name w:val="List Paragraph"/>
    <w:basedOn w:val="Normalny"/>
    <w:uiPriority w:val="34"/>
    <w:qFormat/>
    <w:rsid w:val="00BD41EC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2687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2687"/>
  </w:style>
  <w:style w:type="character" w:styleId="Odwoanieprzypisukocowego">
    <w:name w:val="endnote reference"/>
    <w:basedOn w:val="Domylnaczcionkaakapitu"/>
    <w:uiPriority w:val="99"/>
    <w:semiHidden/>
    <w:unhideWhenUsed/>
    <w:rsid w:val="0052268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D7A7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D7A7D"/>
  </w:style>
  <w:style w:type="character" w:styleId="Odwoanieprzypisudolnego">
    <w:name w:val="footnote reference"/>
    <w:basedOn w:val="Domylnaczcionkaakapitu"/>
    <w:uiPriority w:val="99"/>
    <w:semiHidden/>
    <w:unhideWhenUsed/>
    <w:rsid w:val="007D7A7D"/>
    <w:rPr>
      <w:vertAlign w:val="superscript"/>
    </w:rPr>
  </w:style>
  <w:style w:type="table" w:styleId="Tabela-Siatka">
    <w:name w:val="Table Grid"/>
    <w:basedOn w:val="Standardowy"/>
    <w:uiPriority w:val="59"/>
    <w:rsid w:val="00B00C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34E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34E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34E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34E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34E3"/>
    <w:rPr>
      <w:b/>
      <w:b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234E3"/>
    <w:pPr>
      <w:spacing w:after="200"/>
    </w:pPr>
    <w:rPr>
      <w:i/>
      <w:iCs/>
      <w:color w:val="1F497D" w:themeColor="text2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4B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1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3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48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168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432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24990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76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844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653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1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97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23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72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127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8499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1079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269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81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3814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4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987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78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7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632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165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996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671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55512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9024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8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_SYS_\Pulpit\Exalo%20papier%20firmowy%20kon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5C2D17-C3E4-4F4A-A0F7-95C11B3D1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Exalo papier firmowy kon</Template>
  <TotalTime>5</TotalTime>
  <Pages>2</Pages>
  <Words>487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WG</dc:creator>
  <cp:lastModifiedBy>Łukasz Kopertowicz</cp:lastModifiedBy>
  <cp:revision>4</cp:revision>
  <cp:lastPrinted>2020-08-26T07:21:00Z</cp:lastPrinted>
  <dcterms:created xsi:type="dcterms:W3CDTF">2020-10-26T13:08:00Z</dcterms:created>
  <dcterms:modified xsi:type="dcterms:W3CDTF">2020-10-28T13:06:00Z</dcterms:modified>
</cp:coreProperties>
</file>